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7B0" w:rsidRPr="0070284E" w:rsidRDefault="0033233D" w:rsidP="008720A5">
      <w:pPr>
        <w:spacing w:line="276" w:lineRule="auto"/>
        <w:rPr>
          <w:color w:val="FF0000"/>
          <w:sz w:val="24"/>
          <w:szCs w:val="24"/>
        </w:rPr>
      </w:pPr>
      <w:r w:rsidRPr="0070284E">
        <w:rPr>
          <w:color w:val="FF0000"/>
          <w:sz w:val="24"/>
          <w:szCs w:val="24"/>
        </w:rPr>
        <w:tab/>
      </w:r>
      <w:r w:rsidR="008720A5" w:rsidRPr="0070284E">
        <w:rPr>
          <w:color w:val="FF0000"/>
          <w:sz w:val="24"/>
          <w:szCs w:val="24"/>
        </w:rPr>
        <w:tab/>
      </w:r>
      <w:r w:rsidR="008720A5" w:rsidRPr="0070284E">
        <w:rPr>
          <w:color w:val="FF0000"/>
          <w:sz w:val="24"/>
          <w:szCs w:val="24"/>
        </w:rPr>
        <w:tab/>
      </w:r>
      <w:r w:rsidR="008720A5" w:rsidRPr="0070284E">
        <w:rPr>
          <w:color w:val="FF0000"/>
          <w:sz w:val="24"/>
          <w:szCs w:val="24"/>
        </w:rPr>
        <w:tab/>
      </w:r>
      <w:r w:rsidR="008720A5" w:rsidRPr="0070284E">
        <w:rPr>
          <w:color w:val="FF0000"/>
          <w:sz w:val="24"/>
          <w:szCs w:val="24"/>
        </w:rPr>
        <w:tab/>
      </w:r>
      <w:r w:rsidR="008720A5" w:rsidRPr="0070284E">
        <w:rPr>
          <w:color w:val="FF0000"/>
          <w:sz w:val="24"/>
          <w:szCs w:val="24"/>
        </w:rPr>
        <w:tab/>
      </w:r>
    </w:p>
    <w:p w:rsidR="00F34D6D" w:rsidRPr="00F34D6D" w:rsidRDefault="00F34D6D" w:rsidP="00F34D6D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ΣΥΝΟΠΤΙΚΟΣ</w:t>
      </w:r>
      <w:r w:rsidRPr="00F34D6D">
        <w:rPr>
          <w:rFonts w:ascii="Times New Roman" w:hAnsi="Times New Roman"/>
          <w:sz w:val="24"/>
        </w:rPr>
        <w:t xml:space="preserve"> ΔΙΑΓΩΝΙΣΜΟ</w:t>
      </w:r>
      <w:r>
        <w:rPr>
          <w:rFonts w:ascii="Times New Roman" w:hAnsi="Times New Roman"/>
          <w:sz w:val="24"/>
        </w:rPr>
        <w:t>Σ</w:t>
      </w:r>
      <w:r w:rsidRPr="00F34D6D">
        <w:rPr>
          <w:rFonts w:ascii="Times New Roman" w:hAnsi="Times New Roman"/>
          <w:sz w:val="24"/>
        </w:rPr>
        <w:t xml:space="preserve"> ΓΙΑ ΤΗΝ ΠΡΟΜΗΘΕΙΑ ΡΥΘΜΙΣΤΕΣ ΣΤΡΟΦΩΝ (2019)</w:t>
      </w:r>
    </w:p>
    <w:p w:rsidR="00F34D6D" w:rsidRPr="00F34D6D" w:rsidRDefault="00F34D6D" w:rsidP="00F34D6D">
      <w:pPr>
        <w:pStyle w:val="1"/>
        <w:spacing w:before="0"/>
        <w:jc w:val="center"/>
        <w:rPr>
          <w:rFonts w:ascii="Times New Roman" w:hAnsi="Times New Roman"/>
          <w:sz w:val="24"/>
        </w:rPr>
      </w:pPr>
    </w:p>
    <w:p w:rsidR="00F34D6D" w:rsidRPr="00F34D6D" w:rsidRDefault="00F34D6D" w:rsidP="00F34D6D">
      <w:pPr>
        <w:pStyle w:val="1"/>
        <w:spacing w:before="0"/>
        <w:jc w:val="center"/>
        <w:rPr>
          <w:rFonts w:ascii="Times New Roman" w:hAnsi="Times New Roman"/>
          <w:sz w:val="24"/>
        </w:rPr>
      </w:pPr>
      <w:r w:rsidRPr="00F34D6D">
        <w:rPr>
          <w:rFonts w:ascii="Times New Roman" w:hAnsi="Times New Roman"/>
          <w:sz w:val="24"/>
        </w:rPr>
        <w:t>ΑΡ. ΔΙΑΚ. 22/19</w:t>
      </w:r>
    </w:p>
    <w:p w:rsidR="005A1C3E" w:rsidRDefault="005A1C3E" w:rsidP="00B54DFC">
      <w:pPr>
        <w:spacing w:line="276" w:lineRule="auto"/>
        <w:rPr>
          <w:sz w:val="24"/>
          <w:szCs w:val="24"/>
        </w:rPr>
      </w:pPr>
    </w:p>
    <w:p w:rsidR="002B787A" w:rsidRPr="00294329" w:rsidRDefault="005A1C3E" w:rsidP="00F34D6D">
      <w:pPr>
        <w:tabs>
          <w:tab w:val="left" w:pos="5670"/>
        </w:tabs>
        <w:spacing w:line="360" w:lineRule="auto"/>
        <w:jc w:val="both"/>
        <w:rPr>
          <w:sz w:val="24"/>
        </w:rPr>
      </w:pPr>
      <w:r>
        <w:rPr>
          <w:b/>
          <w:sz w:val="28"/>
        </w:rPr>
        <w:tab/>
      </w:r>
    </w:p>
    <w:p w:rsidR="002B787A" w:rsidRPr="00A467B7" w:rsidRDefault="002B787A" w:rsidP="002B787A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ΥΠΟΔΕΙΓΜΑ </w:t>
      </w:r>
      <w:r w:rsidRPr="00A467B7">
        <w:rPr>
          <w:rFonts w:ascii="Times New Roman" w:hAnsi="Times New Roman"/>
          <w:sz w:val="24"/>
        </w:rPr>
        <w:t>ΕΝΤΥΠΟ</w:t>
      </w:r>
      <w:r>
        <w:rPr>
          <w:rFonts w:ascii="Times New Roman" w:hAnsi="Times New Roman"/>
          <w:sz w:val="24"/>
        </w:rPr>
        <w:t>Υ</w:t>
      </w:r>
      <w:r w:rsidRPr="00A467B7">
        <w:rPr>
          <w:rFonts w:ascii="Times New Roman" w:hAnsi="Times New Roman"/>
          <w:sz w:val="24"/>
        </w:rPr>
        <w:t xml:space="preserve"> ΦΥΛΛΟΥ ΣΥΜΟΡΦΩΣΗΣ</w:t>
      </w:r>
    </w:p>
    <w:p w:rsidR="002B787A" w:rsidRDefault="002B787A" w:rsidP="002B787A">
      <w:pPr>
        <w:pStyle w:val="a7"/>
        <w:jc w:val="both"/>
        <w:rPr>
          <w:b/>
          <w:i/>
          <w:sz w:val="22"/>
        </w:rPr>
      </w:pPr>
    </w:p>
    <w:p w:rsidR="002B787A" w:rsidRDefault="002B787A" w:rsidP="002B787A">
      <w:pPr>
        <w:pStyle w:val="a7"/>
        <w:jc w:val="both"/>
        <w:rPr>
          <w:b/>
          <w:i/>
          <w:sz w:val="22"/>
        </w:rPr>
      </w:pPr>
    </w:p>
    <w:p w:rsidR="002B787A" w:rsidRPr="00A467B7" w:rsidRDefault="002B787A" w:rsidP="002B787A">
      <w:pPr>
        <w:pStyle w:val="a7"/>
        <w:jc w:val="both"/>
        <w:rPr>
          <w:b/>
          <w:i/>
          <w:sz w:val="22"/>
        </w:rPr>
      </w:pPr>
    </w:p>
    <w:tbl>
      <w:tblPr>
        <w:tblStyle w:val="a6"/>
        <w:tblW w:w="0" w:type="auto"/>
        <w:tblInd w:w="720" w:type="dxa"/>
        <w:tblLook w:val="04A0"/>
      </w:tblPr>
      <w:tblGrid>
        <w:gridCol w:w="2649"/>
        <w:gridCol w:w="10969"/>
      </w:tblGrid>
      <w:tr w:rsidR="002B787A" w:rsidRPr="00615D2A" w:rsidTr="002B787A">
        <w:trPr>
          <w:trHeight w:val="624"/>
        </w:trPr>
        <w:tc>
          <w:tcPr>
            <w:tcW w:w="2649" w:type="dxa"/>
            <w:vAlign w:val="center"/>
          </w:tcPr>
          <w:p w:rsidR="002B787A" w:rsidRPr="00615D2A" w:rsidRDefault="002B787A" w:rsidP="002B787A">
            <w:pPr>
              <w:pStyle w:val="a7"/>
              <w:rPr>
                <w:b/>
                <w:i/>
                <w:sz w:val="22"/>
              </w:rPr>
            </w:pPr>
          </w:p>
          <w:p w:rsidR="002B787A" w:rsidRPr="00615D2A" w:rsidRDefault="002B787A" w:rsidP="002B787A">
            <w:pPr>
              <w:pStyle w:val="a7"/>
              <w:ind w:left="0"/>
              <w:rPr>
                <w:b/>
                <w:i/>
                <w:sz w:val="22"/>
              </w:rPr>
            </w:pPr>
            <w:r w:rsidRPr="00615D2A">
              <w:rPr>
                <w:b/>
                <w:i/>
                <w:sz w:val="22"/>
              </w:rPr>
              <w:t>Διαγωνιζόμενος</w:t>
            </w:r>
          </w:p>
          <w:p w:rsidR="002B787A" w:rsidRPr="00615D2A" w:rsidRDefault="002B787A" w:rsidP="002B787A">
            <w:pPr>
              <w:pStyle w:val="a7"/>
              <w:ind w:left="0"/>
              <w:rPr>
                <w:b/>
                <w:i/>
                <w:sz w:val="22"/>
              </w:rPr>
            </w:pPr>
          </w:p>
        </w:tc>
        <w:tc>
          <w:tcPr>
            <w:tcW w:w="10969" w:type="dxa"/>
            <w:vAlign w:val="center"/>
          </w:tcPr>
          <w:p w:rsidR="002B787A" w:rsidRPr="00615D2A" w:rsidRDefault="002B787A" w:rsidP="002B787A">
            <w:pPr>
              <w:pStyle w:val="a7"/>
              <w:ind w:left="0"/>
              <w:rPr>
                <w:b/>
                <w:i/>
                <w:sz w:val="22"/>
              </w:rPr>
            </w:pPr>
          </w:p>
        </w:tc>
      </w:tr>
      <w:tr w:rsidR="002B787A" w:rsidRPr="00615D2A" w:rsidTr="002B787A">
        <w:trPr>
          <w:trHeight w:val="624"/>
        </w:trPr>
        <w:tc>
          <w:tcPr>
            <w:tcW w:w="2649" w:type="dxa"/>
            <w:vAlign w:val="center"/>
          </w:tcPr>
          <w:p w:rsidR="002B787A" w:rsidRPr="00615D2A" w:rsidRDefault="002B787A" w:rsidP="002B787A">
            <w:pPr>
              <w:rPr>
                <w:b/>
                <w:i/>
                <w:sz w:val="22"/>
              </w:rPr>
            </w:pPr>
          </w:p>
          <w:p w:rsidR="002B787A" w:rsidRPr="00615D2A" w:rsidRDefault="002B787A" w:rsidP="002B787A">
            <w:pPr>
              <w:rPr>
                <w:b/>
                <w:i/>
                <w:sz w:val="22"/>
              </w:rPr>
            </w:pPr>
            <w:r w:rsidRPr="00615D2A">
              <w:rPr>
                <w:b/>
                <w:i/>
                <w:sz w:val="22"/>
              </w:rPr>
              <w:t>Κατασκευαστής</w:t>
            </w:r>
          </w:p>
          <w:p w:rsidR="002B787A" w:rsidRPr="00615D2A" w:rsidRDefault="002B787A" w:rsidP="002B787A">
            <w:pPr>
              <w:pStyle w:val="a7"/>
              <w:ind w:left="0"/>
              <w:rPr>
                <w:b/>
                <w:i/>
                <w:sz w:val="22"/>
              </w:rPr>
            </w:pPr>
          </w:p>
        </w:tc>
        <w:tc>
          <w:tcPr>
            <w:tcW w:w="10969" w:type="dxa"/>
            <w:vAlign w:val="center"/>
          </w:tcPr>
          <w:p w:rsidR="002B787A" w:rsidRPr="00615D2A" w:rsidRDefault="002B787A" w:rsidP="002B787A">
            <w:pPr>
              <w:pStyle w:val="a7"/>
              <w:ind w:left="0"/>
              <w:rPr>
                <w:b/>
                <w:i/>
                <w:sz w:val="22"/>
              </w:rPr>
            </w:pPr>
          </w:p>
        </w:tc>
      </w:tr>
      <w:tr w:rsidR="002B787A" w:rsidRPr="00615D2A" w:rsidTr="002B787A">
        <w:trPr>
          <w:trHeight w:val="624"/>
        </w:trPr>
        <w:tc>
          <w:tcPr>
            <w:tcW w:w="2649" w:type="dxa"/>
            <w:vAlign w:val="center"/>
          </w:tcPr>
          <w:p w:rsidR="002B787A" w:rsidRPr="00615D2A" w:rsidRDefault="002B787A" w:rsidP="002B787A">
            <w:pPr>
              <w:pStyle w:val="a7"/>
              <w:ind w:left="0"/>
              <w:rPr>
                <w:b/>
                <w:i/>
                <w:sz w:val="22"/>
              </w:rPr>
            </w:pPr>
          </w:p>
          <w:p w:rsidR="002B787A" w:rsidRPr="00615D2A" w:rsidRDefault="002B787A" w:rsidP="002B787A">
            <w:pPr>
              <w:pStyle w:val="a7"/>
              <w:ind w:left="0"/>
              <w:rPr>
                <w:b/>
                <w:i/>
                <w:sz w:val="22"/>
              </w:rPr>
            </w:pPr>
            <w:r w:rsidRPr="00615D2A">
              <w:rPr>
                <w:b/>
                <w:i/>
                <w:sz w:val="22"/>
              </w:rPr>
              <w:t>Σειρά-Μοντέλο</w:t>
            </w:r>
          </w:p>
          <w:p w:rsidR="002B787A" w:rsidRPr="00615D2A" w:rsidRDefault="002B787A" w:rsidP="002B787A">
            <w:pPr>
              <w:pStyle w:val="a7"/>
              <w:ind w:left="0"/>
              <w:rPr>
                <w:b/>
                <w:i/>
                <w:sz w:val="22"/>
              </w:rPr>
            </w:pPr>
          </w:p>
        </w:tc>
        <w:tc>
          <w:tcPr>
            <w:tcW w:w="10969" w:type="dxa"/>
            <w:vAlign w:val="center"/>
          </w:tcPr>
          <w:p w:rsidR="002B787A" w:rsidRPr="00615D2A" w:rsidRDefault="002B787A" w:rsidP="002B787A">
            <w:pPr>
              <w:pStyle w:val="a7"/>
              <w:ind w:left="0"/>
              <w:rPr>
                <w:b/>
                <w:i/>
                <w:sz w:val="22"/>
              </w:rPr>
            </w:pPr>
          </w:p>
        </w:tc>
      </w:tr>
    </w:tbl>
    <w:p w:rsidR="002B787A" w:rsidRPr="008A1717" w:rsidRDefault="002B787A" w:rsidP="002B787A">
      <w:pPr>
        <w:pStyle w:val="a7"/>
        <w:jc w:val="both"/>
        <w:rPr>
          <w:b/>
          <w:i/>
          <w:sz w:val="96"/>
          <w:szCs w:val="96"/>
        </w:rPr>
      </w:pPr>
    </w:p>
    <w:tbl>
      <w:tblPr>
        <w:tblStyle w:val="a6"/>
        <w:tblW w:w="15452" w:type="dxa"/>
        <w:jc w:val="center"/>
        <w:tblInd w:w="-743" w:type="dxa"/>
        <w:tblLayout w:type="fixed"/>
        <w:tblLook w:val="04A0"/>
      </w:tblPr>
      <w:tblGrid>
        <w:gridCol w:w="709"/>
        <w:gridCol w:w="3852"/>
        <w:gridCol w:w="685"/>
        <w:gridCol w:w="3827"/>
        <w:gridCol w:w="3827"/>
        <w:gridCol w:w="2552"/>
      </w:tblGrid>
      <w:tr w:rsidR="002B787A" w:rsidRPr="00D4461D" w:rsidTr="002B787A">
        <w:trPr>
          <w:cantSplit/>
          <w:trHeight w:val="850"/>
          <w:jc w:val="center"/>
        </w:trPr>
        <w:tc>
          <w:tcPr>
            <w:tcW w:w="709" w:type="dxa"/>
            <w:vAlign w:val="center"/>
          </w:tcPr>
          <w:p w:rsidR="002B787A" w:rsidRPr="00A467B7" w:rsidRDefault="002B787A" w:rsidP="002B787A">
            <w:pPr>
              <w:jc w:val="center"/>
              <w:rPr>
                <w:rFonts w:asciiTheme="minorHAnsi" w:eastAsia="Arial Unicode MS" w:hAnsiTheme="minorHAnsi" w:cstheme="minorHAnsi"/>
                <w:b/>
                <w:i/>
                <w:sz w:val="22"/>
                <w:u w:val="single"/>
              </w:rPr>
            </w:pPr>
            <w:r w:rsidRPr="00A467B7">
              <w:rPr>
                <w:rFonts w:asciiTheme="minorHAnsi" w:eastAsia="Arial Unicode MS" w:hAnsiTheme="minorHAnsi" w:cstheme="minorHAnsi"/>
                <w:b/>
                <w:i/>
                <w:u w:val="single"/>
              </w:rPr>
              <w:t>α/α</w:t>
            </w:r>
          </w:p>
        </w:tc>
        <w:tc>
          <w:tcPr>
            <w:tcW w:w="3852" w:type="dxa"/>
            <w:vAlign w:val="center"/>
          </w:tcPr>
          <w:p w:rsidR="002B787A" w:rsidRPr="00A467B7" w:rsidRDefault="002B787A" w:rsidP="002B787A">
            <w:pPr>
              <w:jc w:val="center"/>
              <w:rPr>
                <w:rFonts w:asciiTheme="minorHAnsi" w:eastAsia="Arial Unicode MS" w:hAnsiTheme="minorHAnsi" w:cstheme="minorHAnsi"/>
                <w:b/>
                <w:i/>
                <w:sz w:val="22"/>
                <w:u w:val="single"/>
              </w:rPr>
            </w:pPr>
            <w:r w:rsidRPr="004562BD">
              <w:rPr>
                <w:rFonts w:asciiTheme="minorHAnsi" w:eastAsia="Arial Unicode MS" w:hAnsiTheme="minorHAnsi" w:cstheme="minorHAnsi"/>
                <w:b/>
                <w:i/>
                <w:sz w:val="24"/>
                <w:u w:val="single"/>
              </w:rPr>
              <w:t>Περιγραφή</w:t>
            </w:r>
          </w:p>
        </w:tc>
        <w:tc>
          <w:tcPr>
            <w:tcW w:w="685" w:type="dxa"/>
            <w:textDirection w:val="btLr"/>
            <w:vAlign w:val="center"/>
          </w:tcPr>
          <w:p w:rsidR="002B787A" w:rsidRPr="00A467B7" w:rsidRDefault="002B787A" w:rsidP="002B787A">
            <w:pPr>
              <w:ind w:left="113" w:right="113"/>
              <w:jc w:val="center"/>
              <w:rPr>
                <w:rFonts w:asciiTheme="minorHAnsi" w:eastAsia="Arial Unicode MS" w:hAnsiTheme="minorHAnsi" w:cstheme="minorHAnsi"/>
                <w:b/>
                <w:i/>
                <w:u w:val="single"/>
              </w:rPr>
            </w:pPr>
            <w:r w:rsidRPr="00A467B7">
              <w:rPr>
                <w:rFonts w:asciiTheme="minorHAnsi" w:eastAsia="Arial Unicode MS" w:hAnsiTheme="minorHAnsi" w:cstheme="minorHAnsi"/>
                <w:b/>
                <w:i/>
                <w:u w:val="single"/>
              </w:rPr>
              <w:t>Ποινή Αποκλεισμού</w:t>
            </w:r>
          </w:p>
        </w:tc>
        <w:tc>
          <w:tcPr>
            <w:tcW w:w="3827" w:type="dxa"/>
            <w:vAlign w:val="center"/>
          </w:tcPr>
          <w:p w:rsidR="002B787A" w:rsidRPr="00A467B7" w:rsidRDefault="002B787A" w:rsidP="002B787A">
            <w:pPr>
              <w:jc w:val="center"/>
              <w:rPr>
                <w:rFonts w:asciiTheme="minorHAnsi" w:eastAsia="Arial Unicode MS" w:hAnsiTheme="minorHAnsi" w:cstheme="minorHAnsi"/>
                <w:b/>
                <w:i/>
                <w:sz w:val="22"/>
                <w:u w:val="single"/>
              </w:rPr>
            </w:pPr>
            <w:r w:rsidRPr="004562BD">
              <w:rPr>
                <w:rFonts w:asciiTheme="minorHAnsi" w:eastAsia="Arial Unicode MS" w:hAnsiTheme="minorHAnsi" w:cstheme="minorHAnsi"/>
                <w:b/>
                <w:i/>
                <w:sz w:val="24"/>
                <w:u w:val="single"/>
              </w:rPr>
              <w:t>Απαίτηση ΔΕΥΑΠ</w:t>
            </w:r>
          </w:p>
        </w:tc>
        <w:tc>
          <w:tcPr>
            <w:tcW w:w="3827" w:type="dxa"/>
            <w:vAlign w:val="center"/>
          </w:tcPr>
          <w:p w:rsidR="002B787A" w:rsidRPr="004562BD" w:rsidRDefault="002B787A" w:rsidP="002B787A">
            <w:pPr>
              <w:jc w:val="center"/>
              <w:rPr>
                <w:rFonts w:asciiTheme="minorHAnsi" w:eastAsia="Arial Unicode MS" w:hAnsiTheme="minorHAnsi" w:cstheme="minorHAnsi"/>
                <w:b/>
                <w:i/>
                <w:sz w:val="24"/>
                <w:u w:val="single"/>
              </w:rPr>
            </w:pPr>
            <w:r w:rsidRPr="004562BD">
              <w:rPr>
                <w:rFonts w:asciiTheme="minorHAnsi" w:eastAsia="Arial Unicode MS" w:hAnsiTheme="minorHAnsi" w:cstheme="minorHAnsi"/>
                <w:b/>
                <w:i/>
                <w:sz w:val="24"/>
                <w:u w:val="single"/>
              </w:rPr>
              <w:t>Περιγραφή</w:t>
            </w:r>
          </w:p>
          <w:p w:rsidR="002B787A" w:rsidRPr="00A467B7" w:rsidRDefault="002B787A" w:rsidP="002B787A">
            <w:pPr>
              <w:jc w:val="center"/>
              <w:rPr>
                <w:rFonts w:asciiTheme="minorHAnsi" w:eastAsia="Arial Unicode MS" w:hAnsiTheme="minorHAnsi" w:cstheme="minorHAnsi"/>
                <w:b/>
                <w:i/>
                <w:sz w:val="22"/>
                <w:u w:val="single"/>
              </w:rPr>
            </w:pPr>
            <w:r w:rsidRPr="004562BD">
              <w:rPr>
                <w:rFonts w:asciiTheme="minorHAnsi" w:eastAsia="Arial Unicode MS" w:hAnsiTheme="minorHAnsi" w:cstheme="minorHAnsi"/>
                <w:b/>
                <w:i/>
                <w:sz w:val="24"/>
                <w:u w:val="single"/>
              </w:rPr>
              <w:t>Κάλυψης Απαίτησης</w:t>
            </w:r>
          </w:p>
        </w:tc>
        <w:tc>
          <w:tcPr>
            <w:tcW w:w="2552" w:type="dxa"/>
            <w:vAlign w:val="center"/>
          </w:tcPr>
          <w:p w:rsidR="002B787A" w:rsidRPr="00A467B7" w:rsidRDefault="002B787A" w:rsidP="002B787A">
            <w:pPr>
              <w:jc w:val="center"/>
              <w:rPr>
                <w:rFonts w:asciiTheme="minorHAnsi" w:eastAsia="Arial Unicode MS" w:hAnsiTheme="minorHAnsi" w:cstheme="minorHAnsi"/>
                <w:b/>
                <w:i/>
                <w:sz w:val="22"/>
                <w:u w:val="single"/>
              </w:rPr>
            </w:pPr>
          </w:p>
          <w:p w:rsidR="002B787A" w:rsidRPr="00A467B7" w:rsidRDefault="002B787A" w:rsidP="002B787A">
            <w:pPr>
              <w:jc w:val="center"/>
              <w:rPr>
                <w:rFonts w:asciiTheme="minorHAnsi" w:eastAsia="Arial Unicode MS" w:hAnsiTheme="minorHAnsi" w:cstheme="minorHAnsi"/>
                <w:sz w:val="22"/>
                <w:u w:val="single"/>
              </w:rPr>
            </w:pPr>
            <w:r w:rsidRPr="004562BD">
              <w:rPr>
                <w:rFonts w:asciiTheme="minorHAnsi" w:eastAsia="Arial Unicode MS" w:hAnsiTheme="minorHAnsi" w:cstheme="minorHAnsi"/>
                <w:b/>
                <w:i/>
                <w:sz w:val="24"/>
                <w:u w:val="single"/>
              </w:rPr>
              <w:t>Παραπομπή</w:t>
            </w: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 w:rsidRPr="00D4461D">
              <w:rPr>
                <w:rFonts w:asciiTheme="minorHAnsi" w:hAnsiTheme="minorHAnsi" w:cstheme="minorHAnsi"/>
                <w:b/>
                <w:i/>
              </w:rPr>
              <w:t>1.ΓΕΝΙΚΑ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2B787A" w:rsidRPr="00F34D6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Τεχνικά φυλλάδια κατασκευαστή.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i/>
                <w:color w:val="000000"/>
              </w:rPr>
            </w:pPr>
            <w:r w:rsidRPr="00D4461D">
              <w:rPr>
                <w:rFonts w:asciiTheme="minorHAnsi" w:hAnsiTheme="minorHAnsi" w:cstheme="minorHAnsi"/>
                <w:i/>
                <w:color w:val="000000"/>
              </w:rPr>
              <w:t xml:space="preserve">Δεν είναι απαραίτητο να είναι σε ξεχωριστά </w:t>
            </w:r>
            <w:r w:rsidRPr="00D4461D">
              <w:rPr>
                <w:rFonts w:asciiTheme="minorHAnsi" w:hAnsiTheme="minorHAnsi" w:cstheme="minorHAnsi"/>
                <w:i/>
                <w:color w:val="000000"/>
              </w:rPr>
              <w:lastRenderedPageBreak/>
              <w:t>τεύχη-έντυπα αρκεί να καλύπτουν όλα τα ζητούμενα αντικείμενα.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lastRenderedPageBreak/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Prospectus (</w:t>
            </w:r>
            <w:r w:rsidRPr="00D4461D">
              <w:rPr>
                <w:rFonts w:asciiTheme="minorHAnsi" w:hAnsiTheme="minorHAnsi" w:cstheme="minorHAnsi"/>
                <w:color w:val="000000"/>
              </w:rPr>
              <w:t>γενικότεχνικόφυλλάδιο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 xml:space="preserve">), user guide, installation guide, programming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lastRenderedPageBreak/>
              <w:t>guide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Λίστα προσφερόμενων μοντέλων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 περιλαμβάνει πλήρη κωδικό μοντέλου, Ονομαστικό Ρεύμα στα 400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V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σε συνεχόμενη λειτουργία (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Amp</w:t>
            </w:r>
            <w:r w:rsidRPr="00D4461D">
              <w:rPr>
                <w:rFonts w:asciiTheme="minorHAnsi" w:hAnsiTheme="minorHAnsi" w:cstheme="minorHAnsi"/>
                <w:color w:val="000000"/>
              </w:rPr>
              <w:t>), ονομαστική Ισχύ (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KW</w:t>
            </w:r>
            <w:r w:rsidRPr="00D4461D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Κατασκευαστής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Πλήρη Στοιχεία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Αντιπρόσωπος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Πλήρη Στοιχεία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Εταιρεία Τεχνικής Υποστήριξης (Εξουσιοδοτημένο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Service</w:t>
            </w:r>
            <w:r w:rsidRPr="00D4461D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Πλήρη Στοιχεία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2900" w:type="dxa"/>
            <w:gridSpan w:val="5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  <w:color w:val="000000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D4461D">
              <w:rPr>
                <w:rFonts w:asciiTheme="minorHAnsi" w:hAnsiTheme="minorHAnsi" w:cstheme="minorHAnsi"/>
                <w:b/>
                <w:i/>
                <w:color w:val="000000"/>
              </w:rPr>
              <w:t>2.ΓΕΝΙΚΑ ΧΑΡΑΚΤΗΡΙΣΤΙΚΑ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  <w:color w:val="000000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2.1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Τάση/Συχνότητα  λειτουργίας 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i/>
                <w:color w:val="000000"/>
              </w:rPr>
            </w:pP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380-</w:t>
            </w:r>
            <w:r>
              <w:rPr>
                <w:rFonts w:asciiTheme="minorHAnsi" w:hAnsiTheme="minorHAnsi" w:cstheme="minorHAnsi"/>
                <w:color w:val="000000"/>
              </w:rPr>
              <w:t>480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 xml:space="preserve">V 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±10%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50-60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 xml:space="preserve"> Hz ±5 %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2.2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Βαθμός Προστασίας 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IP</w:t>
            </w:r>
            <w:r w:rsidRPr="00D4461D">
              <w:rPr>
                <w:rFonts w:asciiTheme="minorHAnsi" w:hAnsiTheme="minorHAnsi" w:cstheme="minorHAnsi"/>
              </w:rPr>
              <w:t>-54 ή καλύτερο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 w:rsidRPr="00D4461D">
              <w:rPr>
                <w:rFonts w:asciiTheme="minorHAnsi" w:hAnsiTheme="minorHAnsi" w:cstheme="minorHAnsi"/>
                <w:b/>
                <w:i/>
              </w:rPr>
              <w:t>Χωρίς τοποθέτηση σε πρόσθετο ερμάριο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2.3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Υψόμετρο από επίπεδο θάλασσας  </w:t>
            </w:r>
            <w:r w:rsidRPr="00D4461D">
              <w:rPr>
                <w:rFonts w:asciiTheme="minorHAnsi" w:hAnsiTheme="minorHAnsi" w:cstheme="minorHAnsi"/>
                <w:b/>
              </w:rPr>
              <w:t xml:space="preserve">χωρίς </w:t>
            </w:r>
            <w:r w:rsidRPr="00D4461D">
              <w:rPr>
                <w:rFonts w:asciiTheme="minorHAnsi" w:hAnsiTheme="minorHAnsi" w:cstheme="minorHAnsi"/>
                <w:b/>
                <w:lang w:val="en-US"/>
              </w:rPr>
              <w:t>derating</w:t>
            </w:r>
            <w:r w:rsidRPr="00D4461D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&gt;=500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m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2.4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Καμπύλες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derating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με το υψόμετρο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2.5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Θερμοκρασία περιβάλλοντος  </w:t>
            </w:r>
            <w:r w:rsidRPr="00D4461D">
              <w:rPr>
                <w:rFonts w:asciiTheme="minorHAnsi" w:hAnsiTheme="minorHAnsi" w:cstheme="minorHAnsi"/>
                <w:b/>
                <w:color w:val="000000"/>
              </w:rPr>
              <w:t xml:space="preserve">χωρίς </w:t>
            </w:r>
            <w:r w:rsidRPr="00D4461D">
              <w:rPr>
                <w:rFonts w:asciiTheme="minorHAnsi" w:hAnsiTheme="minorHAnsi" w:cstheme="minorHAnsi"/>
                <w:b/>
                <w:color w:val="000000"/>
                <w:lang w:val="en-US"/>
              </w:rPr>
              <w:t>derating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&gt;=40</w:t>
            </w:r>
            <w:r w:rsidRPr="00D4461D">
              <w:rPr>
                <w:rFonts w:asciiTheme="minorHAnsi" w:hAnsiTheme="minorHAnsi" w:cstheme="minorHAnsi"/>
                <w:color w:val="000000"/>
              </w:rPr>
              <w:t>°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C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2.6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Καμπύλες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derating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με τη θερμοκρασία.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2.7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Μέγιστη Σχετική Υγρασία κατά την λειτουργία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A75574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90% (</w:t>
            </w:r>
            <w:r w:rsidRPr="00D4461D">
              <w:rPr>
                <w:rFonts w:asciiTheme="minorHAnsi" w:hAnsiTheme="minorHAnsi" w:cstheme="minorHAnsi"/>
                <w:lang w:val="en-US"/>
              </w:rPr>
              <w:t>IEC 721-3-3, class 3K3)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2.8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Βαθμός Απόδοσης μετατροπέα 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&gt;=96%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9F4D53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2.9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MTBF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Όχι</w:t>
            </w:r>
          </w:p>
        </w:tc>
        <w:tc>
          <w:tcPr>
            <w:tcW w:w="3827" w:type="dxa"/>
            <w:vAlign w:val="center"/>
          </w:tcPr>
          <w:p w:rsidR="002B787A" w:rsidRPr="00D85AFB" w:rsidRDefault="002B787A" w:rsidP="002B787A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D4461D">
              <w:rPr>
                <w:rFonts w:asciiTheme="minorHAnsi" w:hAnsiTheme="minorHAnsi" w:cstheme="minorHAnsi"/>
                <w:color w:val="000000"/>
                <w:lang w:val="en-GB"/>
              </w:rPr>
              <w:t>20000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0h (60% Confidence Level )</w:t>
            </w:r>
            <w:r w:rsidRPr="00D4461D">
              <w:rPr>
                <w:rFonts w:asciiTheme="minorHAnsi" w:hAnsiTheme="minorHAnsi" w:cstheme="minorHAnsi"/>
                <w:color w:val="000000"/>
              </w:rPr>
              <w:t>ήκαλύτερο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2.10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Θα πρέπει να διατηρούν σταθερές τις στροφές του κινητήρα 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±0,5% των ονομαστικών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2.11</w:t>
            </w:r>
          </w:p>
        </w:tc>
        <w:tc>
          <w:tcPr>
            <w:tcW w:w="3852" w:type="dxa"/>
            <w:vAlign w:val="center"/>
          </w:tcPr>
          <w:p w:rsidR="002B787A" w:rsidRPr="00410CCF" w:rsidRDefault="002B787A" w:rsidP="002B787A">
            <w:pPr>
              <w:rPr>
                <w:color w:val="000000"/>
              </w:rPr>
            </w:pPr>
            <w:r>
              <w:rPr>
                <w:color w:val="000000"/>
              </w:rPr>
              <w:t>Έχουν ενσωματωμένα</w:t>
            </w:r>
            <w:r w:rsidRPr="00BA3813">
              <w:rPr>
                <w:color w:val="000000"/>
              </w:rPr>
              <w:t xml:space="preserve"> Φίλτρα </w:t>
            </w:r>
            <w:r>
              <w:rPr>
                <w:color w:val="000000"/>
              </w:rPr>
              <w:t>ηλεκτρομαγνητικών παρεμβολών (</w:t>
            </w:r>
            <w:r w:rsidRPr="00BA3813">
              <w:rPr>
                <w:color w:val="000000"/>
                <w:lang w:val="en-US"/>
              </w:rPr>
              <w:t>RFI</w:t>
            </w:r>
            <w:r w:rsidRPr="00BA3813">
              <w:rPr>
                <w:color w:val="000000"/>
              </w:rPr>
              <w:t>,  ΕΜΙ</w:t>
            </w:r>
            <w:r>
              <w:rPr>
                <w:color w:val="000000"/>
              </w:rPr>
              <w:t>) για την καταστολή αρμονικών τάσεων, καθώς και πηνίων (</w:t>
            </w:r>
            <w:r w:rsidRPr="00BA3813">
              <w:rPr>
                <w:color w:val="000000"/>
                <w:lang w:val="en-US"/>
              </w:rPr>
              <w:t>DCchokes</w:t>
            </w:r>
            <w:r>
              <w:rPr>
                <w:color w:val="000000"/>
              </w:rPr>
              <w:t>) για την καταστολή αρμονικών ρευμάτων</w:t>
            </w:r>
            <w:r w:rsidRPr="00BA3813">
              <w:rPr>
                <w:color w:val="000000"/>
              </w:rPr>
              <w:t xml:space="preserve">, για να </w:t>
            </w:r>
            <w:r w:rsidRPr="00BA3813">
              <w:rPr>
                <w:color w:val="000000"/>
              </w:rPr>
              <w:lastRenderedPageBreak/>
              <w:t>καλύψουν τις απαιτήσεις των Προτύπων της επόμενης ενότητας ή όποια άλλη απαίτηση του πίνακα των τεχν. χαρακτηριστικών.</w:t>
            </w:r>
          </w:p>
        </w:tc>
        <w:tc>
          <w:tcPr>
            <w:tcW w:w="685" w:type="dxa"/>
            <w:vAlign w:val="center"/>
          </w:tcPr>
          <w:p w:rsidR="002B787A" w:rsidRPr="00410CCF" w:rsidRDefault="002B787A" w:rsidP="002B787A">
            <w:pPr>
              <w:rPr>
                <w:color w:val="000000"/>
              </w:rPr>
            </w:pPr>
            <w:r w:rsidRPr="00410CCF">
              <w:rPr>
                <w:color w:val="000000"/>
              </w:rPr>
              <w:lastRenderedPageBreak/>
              <w:t>Ναι</w:t>
            </w:r>
          </w:p>
        </w:tc>
        <w:tc>
          <w:tcPr>
            <w:tcW w:w="3827" w:type="dxa"/>
            <w:vAlign w:val="center"/>
          </w:tcPr>
          <w:p w:rsidR="002B787A" w:rsidRPr="00410CCF" w:rsidRDefault="002B787A" w:rsidP="002B787A">
            <w:pPr>
              <w:rPr>
                <w:color w:val="000000"/>
              </w:rPr>
            </w:pPr>
            <w:r w:rsidRPr="00BA3813">
              <w:rPr>
                <w:color w:val="000000"/>
              </w:rPr>
              <w:t xml:space="preserve">Δεν χρειάζονται </w:t>
            </w:r>
            <w:r>
              <w:rPr>
                <w:color w:val="000000"/>
              </w:rPr>
              <w:t>κ</w:t>
            </w:r>
            <w:r w:rsidRPr="00410CCF">
              <w:rPr>
                <w:color w:val="000000"/>
              </w:rPr>
              <w:t>αμία εξωτερική διάταξη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lastRenderedPageBreak/>
              <w:t>2.12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</w:rPr>
              <w:t xml:space="preserve">Υπερφόρτωση 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HeavyDuty</w:t>
            </w:r>
            <w:r w:rsidRPr="00D4461D">
              <w:rPr>
                <w:rFonts w:asciiTheme="minorHAnsi" w:hAnsiTheme="minorHAnsi" w:cstheme="minorHAnsi"/>
              </w:rPr>
              <w:t>.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Υπερφόρτωση 1,5*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In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για 60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sec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(ελάχιστο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In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 συνεχόμε</w:t>
            </w:r>
            <w:r>
              <w:rPr>
                <w:rFonts w:asciiTheme="minorHAnsi" w:hAnsiTheme="minorHAnsi" w:cstheme="minorHAnsi"/>
                <w:color w:val="000000"/>
              </w:rPr>
              <w:t>νης λειτουργίας από τον Πίνακα 1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) 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2.13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Έχουν δυνατότητα τροφοδότησης και εκκίνησης κινητήρα, με μη θωρακισμένο καλώδιο σε οποιαδήποτε φέρουσα συχνότητα.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Απόσταση 300m χωρίς να απαιτείται οποιαδήποτε πρόσθετη διάταξη.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2.14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 Μπορούν να λειτουργήσουν με </w:t>
            </w:r>
            <w:r w:rsidRPr="00D4461D">
              <w:rPr>
                <w:rFonts w:asciiTheme="minorHAnsi" w:hAnsiTheme="minorHAnsi" w:cstheme="minorHAnsi"/>
                <w:lang w:val="en-US"/>
              </w:rPr>
              <w:t>H</w:t>
            </w:r>
            <w:r w:rsidRPr="00D4461D">
              <w:rPr>
                <w:rFonts w:asciiTheme="minorHAnsi" w:hAnsiTheme="minorHAnsi" w:cstheme="minorHAnsi"/>
              </w:rPr>
              <w:t>/</w:t>
            </w:r>
            <w:r w:rsidRPr="00D4461D">
              <w:rPr>
                <w:rFonts w:asciiTheme="minorHAnsi" w:hAnsiTheme="minorHAnsi" w:cstheme="minorHAnsi"/>
                <w:lang w:val="en-US"/>
              </w:rPr>
              <w:t>Z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 w:rsidRPr="00D4461D">
              <w:rPr>
                <w:rFonts w:asciiTheme="minorHAnsi" w:hAnsiTheme="minorHAnsi" w:cstheme="minorHAnsi"/>
                <w:b/>
                <w:i/>
              </w:rPr>
              <w:t>3.ΠΡΟΤΥΠΑ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3.</w:t>
            </w:r>
            <w:r w:rsidRPr="00D4461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 xml:space="preserve">Adjustable speed electrical power drive systems. EMC requirements and specific test methods 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A75574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ΕΝ</w:t>
            </w:r>
            <w:r w:rsidRPr="00D4461D">
              <w:rPr>
                <w:rFonts w:asciiTheme="minorHAnsi" w:hAnsiTheme="minorHAnsi" w:cstheme="minorHAnsi"/>
                <w:lang w:val="en-US"/>
              </w:rPr>
              <w:t xml:space="preserve"> 61800-3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:2004/A1:2012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3.2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 xml:space="preserve">Adjustable speed electrical power drive systems. Safety requirements. Electrical, thermal and energy 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A75574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ΕΝ</w:t>
            </w:r>
            <w:r w:rsidRPr="00D4461D">
              <w:rPr>
                <w:rFonts w:asciiTheme="minorHAnsi" w:hAnsiTheme="minorHAnsi" w:cstheme="minorHAnsi"/>
                <w:lang w:val="en-US"/>
              </w:rPr>
              <w:t xml:space="preserve"> 61800-5-1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B787A" w:rsidRPr="00F34D6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3.</w:t>
            </w:r>
            <w:r w:rsidRPr="00D4461D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color w:val="000000"/>
                <w:shd w:val="clear" w:color="auto" w:fill="FFFFFF"/>
                <w:lang w:val="en-US"/>
              </w:rPr>
              <w:t xml:space="preserve">Radio-frequency disturbance characteristics </w:t>
            </w:r>
            <w:r w:rsidRPr="00D4461D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γιαρυθμιστέςπάνωαπό</w:t>
            </w:r>
            <w:r w:rsidRPr="00D4461D">
              <w:rPr>
                <w:rFonts w:asciiTheme="minorHAnsi" w:hAnsiTheme="minorHAnsi" w:cstheme="minorHAnsi"/>
                <w:color w:val="000000"/>
                <w:shd w:val="clear" w:color="auto" w:fill="FFFFFF"/>
                <w:lang w:val="en-US"/>
              </w:rPr>
              <w:t xml:space="preserve"> 75KW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EN61800-3:2004/A1:2012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B050"/>
                <w:lang w:val="en-US"/>
              </w:rPr>
            </w:pP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  <w:r w:rsidRPr="00D4461D">
              <w:rPr>
                <w:rFonts w:asciiTheme="minorHAnsi" w:hAnsiTheme="minorHAnsi" w:cstheme="minorHAnsi"/>
                <w:color w:val="000000"/>
                <w:vertAlign w:val="superscript"/>
                <w:lang w:val="en-US"/>
              </w:rPr>
              <w:t>st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 xml:space="preserve"> environment/ category C2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1B7001" w:rsidRDefault="002B787A" w:rsidP="002B78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3.5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Προστασία ηλεκτρονικών μερών σε επιθετικά περιβάλλοντα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Επίστρωση κλάσης 3</w:t>
            </w:r>
            <w:r w:rsidRPr="00D4461D">
              <w:rPr>
                <w:rFonts w:asciiTheme="minorHAnsi" w:hAnsiTheme="minorHAnsi" w:cstheme="minorHAnsi"/>
                <w:lang w:val="en-US"/>
              </w:rPr>
              <w:t>C</w:t>
            </w:r>
            <w:r>
              <w:rPr>
                <w:rFonts w:asciiTheme="minorHAnsi" w:hAnsiTheme="minorHAnsi" w:cstheme="minorHAnsi"/>
              </w:rPr>
              <w:t>3</w:t>
            </w:r>
            <w:r w:rsidRPr="00D4461D">
              <w:rPr>
                <w:rFonts w:asciiTheme="minorHAnsi" w:hAnsiTheme="minorHAnsi" w:cstheme="minorHAnsi"/>
              </w:rPr>
              <w:t xml:space="preserve"> κατά </w:t>
            </w:r>
            <w:r w:rsidRPr="00D4461D">
              <w:rPr>
                <w:rFonts w:asciiTheme="minorHAnsi" w:hAnsiTheme="minorHAnsi" w:cstheme="minorHAnsi"/>
                <w:lang w:val="en-US"/>
              </w:rPr>
              <w:t>IEC</w:t>
            </w:r>
            <w:r w:rsidRPr="00D4461D">
              <w:rPr>
                <w:rFonts w:asciiTheme="minorHAnsi" w:hAnsiTheme="minorHAnsi" w:cstheme="minorHAnsi"/>
              </w:rPr>
              <w:t xml:space="preserve"> 60721-3-3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F34D6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3.6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 xml:space="preserve">Functional Safety 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ISO/EN 13849-1 PLd/Cat.3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IEC61508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EN61800-5-2 (SIL 2 capability)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  <w:lang w:val="en-GB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 w:rsidRPr="00D4461D">
              <w:rPr>
                <w:rFonts w:asciiTheme="minorHAnsi" w:hAnsiTheme="minorHAnsi" w:cstheme="minorHAnsi"/>
                <w:b/>
                <w:i/>
              </w:rPr>
              <w:t>4.ΧΕΙΡΙΣΜΟΣ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Πληκτρολόγιο 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Αποσπώμενο μέσω του οποίου θα γίνεται η παραμετροποίηση και ο τοπικός χειρισμός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Ψηφιακή οθόνη LCD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θα εμφανίζονται οι επιθυμητές και </w:t>
            </w:r>
            <w:r w:rsidRPr="00D4461D">
              <w:rPr>
                <w:rFonts w:asciiTheme="minorHAnsi" w:hAnsiTheme="minorHAnsi" w:cstheme="minorHAnsi"/>
              </w:rPr>
              <w:lastRenderedPageBreak/>
              <w:t>πραγματικές τιμές με ενδείξεις όλων των λειτουργικών μεγεθών, ρεύματος, συχνότητας, ισχύος, στροφών, καθώς και τα προειδοποιητικά μηνύματα και</w:t>
            </w:r>
          </w:p>
          <w:p w:rsidR="002B787A" w:rsidRPr="00A75574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βλάβες που ανιχνεύει ο μετατροπέας. 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lastRenderedPageBreak/>
              <w:t>4.3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Ταυτόχρονη απεικόνιση μετρήσεων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Τουλάχιστον 3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4.4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Το χειριστήριο θα χρησιμοποιείται για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παραμετροποίηση 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Οι ρυθμίσεις θα δίνονται σε μορφή μενού.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4.5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Μνήμη-Μεταφορά παραμέτρων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Το αποσπώμενο χειριστήριο θα περιλαμβάνει μνήμη στην οποία θα αποθηκεύονται οι παράμετροι του ρυθμιστή και θα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μπορεί να φορτώνει και ξεφορτώνει (</w:t>
            </w:r>
            <w:r w:rsidRPr="00D4461D">
              <w:rPr>
                <w:rFonts w:asciiTheme="minorHAnsi" w:hAnsiTheme="minorHAnsi" w:cstheme="minorHAnsi"/>
                <w:lang w:val="en-US"/>
              </w:rPr>
              <w:t>upload</w:t>
            </w:r>
            <w:r w:rsidRPr="00D4461D">
              <w:rPr>
                <w:rFonts w:asciiTheme="minorHAnsi" w:hAnsiTheme="minorHAnsi" w:cstheme="minorHAnsi"/>
              </w:rPr>
              <w:t>/</w:t>
            </w:r>
            <w:r w:rsidRPr="00D4461D">
              <w:rPr>
                <w:rFonts w:asciiTheme="minorHAnsi" w:hAnsiTheme="minorHAnsi" w:cstheme="minorHAnsi"/>
                <w:lang w:val="en-US"/>
              </w:rPr>
              <w:t>download</w:t>
            </w:r>
            <w:r w:rsidRPr="00D4461D">
              <w:rPr>
                <w:rFonts w:asciiTheme="minorHAnsi" w:hAnsiTheme="minorHAnsi" w:cstheme="minorHAnsi"/>
              </w:rPr>
              <w:t>) παραμέτρους σε άλλους ρυθμιστές.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4.6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</w:rPr>
              <w:t xml:space="preserve">Ενδεικτικά </w:t>
            </w:r>
            <w:r w:rsidRPr="00D4461D">
              <w:rPr>
                <w:rFonts w:asciiTheme="minorHAnsi" w:hAnsiTheme="minorHAnsi" w:cstheme="minorHAnsi"/>
                <w:lang w:val="en-US"/>
              </w:rPr>
              <w:t>LED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Ένδειξη Κατάστασης και </w:t>
            </w:r>
            <w:r w:rsidRPr="00D4461D">
              <w:rPr>
                <w:rFonts w:asciiTheme="minorHAnsi" w:hAnsiTheme="minorHAnsi" w:cstheme="minorHAnsi"/>
                <w:lang w:val="en-US"/>
              </w:rPr>
              <w:t>mode</w:t>
            </w:r>
            <w:r w:rsidRPr="00D4461D">
              <w:rPr>
                <w:rFonts w:asciiTheme="minorHAnsi" w:hAnsiTheme="minorHAnsi" w:cstheme="minorHAnsi"/>
              </w:rPr>
              <w:t xml:space="preserve"> λειτουργίας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4.7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Υποστήριξη άλλων γλωσσών εκτός από Αγγλικά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Αγγλικά Υποχρεωτικά, Ελληνικά προαιρετικά.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4.8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Παράμετροι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 xml:space="preserve">Να έχουν πραγματικά ονόματα και όχι κωδικούς (για να μην χρειάζεται κάποιος για την αντιστοίχιση κωδικού-παραμέτρου να ανατρέχει στο </w:t>
            </w:r>
            <w:r w:rsidRPr="00D4461D">
              <w:rPr>
                <w:rFonts w:asciiTheme="minorHAnsi" w:hAnsiTheme="minorHAnsi" w:cstheme="minorHAnsi"/>
                <w:lang w:val="en-US"/>
              </w:rPr>
              <w:t>manual</w:t>
            </w:r>
            <w:r w:rsidRPr="00D4461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 w:rsidRPr="00D4461D">
              <w:rPr>
                <w:rFonts w:asciiTheme="minorHAnsi" w:hAnsiTheme="minorHAnsi" w:cstheme="minorHAnsi"/>
                <w:b/>
                <w:i/>
              </w:rPr>
              <w:t>5.ΕΠΙΚΟΙΝΩΝΙΑ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Προγραμματιζόμενες ψηφιακές επαφές εισόδου / εξόδου.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≥4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b/>
                <w:color w:val="000000"/>
              </w:rPr>
              <w:t>Κατ’ ελάχιστο οι είσοδοι: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να μπορούν να προγραμματιστούν για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Start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, αλλαγή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Setup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Λειτουργίας, αλλαγή προεπιλεγμένης ταχύτητας,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SafeStop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b/>
                <w:color w:val="000000"/>
              </w:rPr>
              <w:t>Κατ’ ελάχιστο οι έξοδοι: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feedback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για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manualauto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λειτουργία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Προγραμματιζόμενες Αναλογικές Είσοδοι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≥ 2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b/>
                <w:color w:val="000000"/>
              </w:rPr>
              <w:t>Κατ’ ελάχιστο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να  μπορούν να </w:t>
            </w:r>
            <w:r w:rsidRPr="00D4461D">
              <w:rPr>
                <w:rFonts w:asciiTheme="minorHAnsi" w:hAnsiTheme="minorHAnsi" w:cstheme="minorHAnsi"/>
                <w:color w:val="000000"/>
              </w:rPr>
              <w:lastRenderedPageBreak/>
              <w:t>προγραμματιστούν για οδήγηση συχνό</w:t>
            </w:r>
            <w:r>
              <w:rPr>
                <w:rFonts w:asciiTheme="minorHAnsi" w:hAnsiTheme="minorHAnsi" w:cstheme="minorHAnsi"/>
                <w:color w:val="000000"/>
              </w:rPr>
              <w:t xml:space="preserve">τητας/ταχύτητας λειτουργίας </w:t>
            </w:r>
            <w:r w:rsidRPr="00D4461D">
              <w:rPr>
                <w:rFonts w:asciiTheme="minorHAnsi" w:hAnsiTheme="minorHAnsi" w:cstheme="minorHAnsi"/>
                <w:color w:val="000000"/>
              </w:rPr>
              <w:t>4-</w:t>
            </w: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Pr="00D4461D">
              <w:rPr>
                <w:rFonts w:asciiTheme="minorHAnsi" w:hAnsiTheme="minorHAnsi" w:cstheme="minorHAnsi"/>
                <w:color w:val="000000"/>
              </w:rPr>
              <w:t>0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mA</w:t>
            </w:r>
            <w:r w:rsidRPr="00D4461D">
              <w:rPr>
                <w:rFonts w:asciiTheme="minorHAnsi" w:hAnsiTheme="minorHAnsi" w:cstheme="minorHAnsi"/>
                <w:color w:val="000000"/>
              </w:rPr>
              <w:t>Επιθυμητή λειτουργία ανίχνευσης κομμένου καλωδίου.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lastRenderedPageBreak/>
              <w:t>5.3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Προγραμματιζόμενες Αναλογικές Έξοδοι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≥1 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b/>
                <w:color w:val="000000"/>
              </w:rPr>
              <w:t>Κατ’ ελάχιστο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να μπορούν να προγραμματιστούν για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feedback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συχνότ</w:t>
            </w:r>
            <w:r>
              <w:rPr>
                <w:rFonts w:asciiTheme="minorHAnsi" w:hAnsiTheme="minorHAnsi" w:cstheme="minorHAnsi"/>
                <w:color w:val="000000"/>
              </w:rPr>
              <w:t xml:space="preserve">ητας/ταχύτητας λειτουργίας </w:t>
            </w:r>
            <w:r w:rsidRPr="00D4461D">
              <w:rPr>
                <w:rFonts w:asciiTheme="minorHAnsi" w:hAnsiTheme="minorHAnsi" w:cstheme="minorHAnsi"/>
                <w:color w:val="000000"/>
              </w:rPr>
              <w:t>4-20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mA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5.4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</w:rPr>
              <w:t xml:space="preserve">Προγραμματιζόμενα </w:t>
            </w:r>
            <w:r w:rsidRPr="00D4461D">
              <w:rPr>
                <w:rFonts w:asciiTheme="minorHAnsi" w:hAnsiTheme="minorHAnsi" w:cstheme="minorHAnsi"/>
                <w:lang w:val="en-US"/>
              </w:rPr>
              <w:t>Relay Outputs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≥2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Κατ’ ελάχιστο να προγραμματίζονται για επαφές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Running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και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Fault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5.5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Παλμοί για μέτρηση κατανάλωσης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Όχι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Παραγωγή παλμού ανά μονάδα καταναλισκόμενης ενέργειας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5.6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Επαφή θερμίστορ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≥1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5.7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Επικοινωνία και συμβατά πρωτόκολλα σύνδεσης με PC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Να μπορεί να συνδεθεί με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USB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ή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Ethernet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σε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Windows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10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Laptop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.  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(Αν χρειάζεται κάρτα προσαρμογής-καλώδια  πρέπει να συμπεριλαμβάνονται)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 w:rsidRPr="00D4461D">
              <w:rPr>
                <w:rFonts w:asciiTheme="minorHAnsi" w:hAnsiTheme="minorHAnsi" w:cstheme="minorHAnsi"/>
                <w:b/>
                <w:i/>
              </w:rPr>
              <w:t>6.ΠΡΟΓΡΑΜΜΑΤΙΣΜΟΣ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6.1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Ενσωματωμένο λογισμικό προγραμματισμού 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θα απαρτίζεται από διακριτές ενότητες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που θα περιέχουν τις παραμέτρους ρύθμισης.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6.2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Προγραμματισμός 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Και από </w:t>
            </w:r>
            <w:r w:rsidRPr="00D4461D">
              <w:rPr>
                <w:rFonts w:asciiTheme="minorHAnsi" w:hAnsiTheme="minorHAnsi" w:cstheme="minorHAnsi"/>
                <w:lang w:val="en-US"/>
              </w:rPr>
              <w:t>SW</w:t>
            </w:r>
            <w:r w:rsidRPr="00D4461D">
              <w:rPr>
                <w:rFonts w:asciiTheme="minorHAnsi" w:hAnsiTheme="minorHAnsi" w:cstheme="minorHAnsi"/>
              </w:rPr>
              <w:t xml:space="preserve"> σε </w:t>
            </w:r>
            <w:r w:rsidRPr="00D4461D">
              <w:rPr>
                <w:rFonts w:asciiTheme="minorHAnsi" w:hAnsiTheme="minorHAnsi" w:cstheme="minorHAnsi"/>
                <w:lang w:val="en-US"/>
              </w:rPr>
              <w:t>Laptop</w:t>
            </w:r>
            <w:r w:rsidRPr="00D4461D">
              <w:rPr>
                <w:rFonts w:asciiTheme="minorHAnsi" w:hAnsiTheme="minorHAnsi" w:cstheme="minorHAnsi"/>
              </w:rPr>
              <w:t xml:space="preserve"> σε περιβάλλον </w:t>
            </w:r>
            <w:r w:rsidRPr="00D4461D">
              <w:rPr>
                <w:rFonts w:asciiTheme="minorHAnsi" w:hAnsiTheme="minorHAnsi" w:cstheme="minorHAnsi"/>
                <w:lang w:val="en-US"/>
              </w:rPr>
              <w:t>Windows</w:t>
            </w:r>
            <w:r w:rsidRPr="00D4461D">
              <w:rPr>
                <w:rFonts w:asciiTheme="minorHAnsi" w:hAnsiTheme="minorHAnsi" w:cstheme="minorHAnsi"/>
              </w:rPr>
              <w:t xml:space="preserve"> 10 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(όχι μόνο από το τοπικό χειριστήριο)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6.3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Backup</w:t>
            </w:r>
            <w:r w:rsidRPr="00D4461D">
              <w:rPr>
                <w:rFonts w:asciiTheme="minorHAnsi" w:hAnsiTheme="minorHAnsi" w:cstheme="minorHAnsi"/>
              </w:rPr>
              <w:t xml:space="preserve"> παραμετροποίησης 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Σε αρχείο μέσω  του λογισμικού παραμετροποίησης στον υπολογιστή και αντίστροφα παραμετροποίηση από αρχείο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6.4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Εύκολη εκκίνηση 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Με δυνατότητα επαναφοράς εργοστασιακών ρυθμίσεων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6.5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Δυνατότητα προγραμματισμού &amp; αποθήκευσης διαφορετικών προγραμμάτων </w:t>
            </w:r>
            <w:r w:rsidRPr="00D4461D">
              <w:rPr>
                <w:rFonts w:asciiTheme="minorHAnsi" w:hAnsiTheme="minorHAnsi" w:cstheme="minorHAnsi"/>
              </w:rPr>
              <w:lastRenderedPageBreak/>
              <w:t xml:space="preserve">λειτουργίας (για εύκολη μετάβαση σε διαφορετικά </w:t>
            </w:r>
            <w:r w:rsidRPr="00D4461D">
              <w:rPr>
                <w:rFonts w:asciiTheme="minorHAnsi" w:hAnsiTheme="minorHAnsi" w:cstheme="minorHAnsi"/>
                <w:lang w:val="en-US"/>
              </w:rPr>
              <w:t>setup</w:t>
            </w:r>
            <w:r w:rsidRPr="00D4461D">
              <w:rPr>
                <w:rFonts w:asciiTheme="minorHAnsi" w:hAnsiTheme="minorHAnsi" w:cstheme="minorHAnsi"/>
              </w:rPr>
              <w:t xml:space="preserve"> λειτουργίας)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lastRenderedPageBreak/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Τουλάχιστον 3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διαφορετικά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setups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που θα μπορούν να επιλεγούν και από εξωτερικό </w:t>
            </w:r>
            <w:r w:rsidRPr="00D4461D">
              <w:rPr>
                <w:rFonts w:asciiTheme="minorHAnsi" w:hAnsiTheme="minorHAnsi" w:cstheme="minorHAnsi"/>
                <w:color w:val="000000"/>
              </w:rPr>
              <w:lastRenderedPageBreak/>
              <w:t>σήμα (ψηφιακή είσοδο)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814A4A" w:rsidRDefault="00814A4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814A4A" w:rsidRDefault="00814A4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814A4A" w:rsidRDefault="00814A4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814A4A" w:rsidRDefault="00814A4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 w:rsidRPr="00D4461D">
              <w:rPr>
                <w:rFonts w:asciiTheme="minorHAnsi" w:hAnsiTheme="minorHAnsi" w:cstheme="minorHAnsi"/>
                <w:b/>
                <w:i/>
              </w:rPr>
              <w:t>7.ΛΕΙΤΟΥΡΓΙΕΣ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7.1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Rump Up-Down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Προγραμματιζόμενη σταδιακή αύξηση μείωση των στροφών του κινητήρα (rump-up&amp;ramp-down). Πρέπει να υπάρχει δυνατότητα κλιμακωτής διάρκειας του χρόνου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επιτάχυνσης–επιβράδυνσης. Να μπορεί να υποστηρίζει γρήγορη μετάβαση 0-30</w:t>
            </w:r>
            <w:r w:rsidRPr="00D4461D">
              <w:rPr>
                <w:rFonts w:asciiTheme="minorHAnsi" w:hAnsiTheme="minorHAnsi" w:cstheme="minorHAnsi"/>
                <w:lang w:val="en-US"/>
              </w:rPr>
              <w:t>Hz</w:t>
            </w:r>
            <w:r w:rsidRPr="00D4461D">
              <w:rPr>
                <w:rFonts w:asciiTheme="minorHAnsi" w:hAnsiTheme="minorHAnsi" w:cstheme="minorHAnsi"/>
              </w:rPr>
              <w:t xml:space="preserve"> και μετά προγραμματιζόμενη ράμπα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7.2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PID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Δυνατότητα ελέγχου και ρύθμισης των στροφών μέσω PID controller, με σήμα 4-20mA από αισθητήρα στάθμης, παροχής ή πίεσης.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7.3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Προστασία Κινητήρα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Με γρήγορο περιορισμό ρεύματος για προστασία του κινητήρα από currenttrips.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7.4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Επανεκκίνηση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Αυτόματη επανεκκίνηση από στάση και επανεκκίνηση σε κατάσταση onthefly.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7.5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Λειτουργία προθέρμανσης για να αποτραπεί η συμπύκνωση υγρασίας στον στάτη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A75574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Με μια χαμηλή συνεχή τάση από τον ρυθμιστή.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7.6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S</w:t>
            </w:r>
            <w:r w:rsidRPr="00D4461D">
              <w:rPr>
                <w:rFonts w:asciiTheme="minorHAnsi" w:hAnsiTheme="minorHAnsi" w:cstheme="minorHAnsi"/>
              </w:rPr>
              <w:t>leepmode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Αυτόματο σταμάτημα αντλίας κάτω από μια προκαθορισμένη συχνότητα λειτουργίας για κάποιο χρόνο. Θα παραμετροποιήται και η συνθήκη εξόδου από την κατάσταση </w:t>
            </w:r>
            <w:r w:rsidRPr="00D4461D">
              <w:rPr>
                <w:rFonts w:asciiTheme="minorHAnsi" w:hAnsiTheme="minorHAnsi" w:cstheme="minorHAnsi"/>
                <w:lang w:val="en-US"/>
              </w:rPr>
              <w:t>Sleep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814A4A" w:rsidRDefault="00814A4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814A4A" w:rsidRDefault="00814A4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814A4A" w:rsidRDefault="00814A4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814A4A" w:rsidRDefault="00814A4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814A4A" w:rsidRDefault="00814A4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814A4A" w:rsidRDefault="00814A4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814A4A" w:rsidRDefault="00814A4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 w:rsidRPr="00D4461D">
              <w:rPr>
                <w:rFonts w:asciiTheme="minorHAnsi" w:hAnsiTheme="minorHAnsi" w:cstheme="minorHAnsi"/>
                <w:b/>
                <w:i/>
              </w:rPr>
              <w:t>8.ΠΡΟΣΤΑΣΙΑ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lastRenderedPageBreak/>
              <w:t>8.1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</w:rPr>
            </w:pPr>
            <w:r w:rsidRPr="00D4461D">
              <w:rPr>
                <w:rFonts w:asciiTheme="minorHAnsi" w:hAnsiTheme="minorHAnsi" w:cstheme="minorHAnsi"/>
              </w:rPr>
              <w:t>Διαδικασία αυτοδιάγνωσης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Όχι</w:t>
            </w:r>
          </w:p>
        </w:tc>
        <w:tc>
          <w:tcPr>
            <w:tcW w:w="3827" w:type="dxa"/>
            <w:vAlign w:val="center"/>
          </w:tcPr>
          <w:p w:rsidR="002B787A" w:rsidRPr="00A75574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Με εσωτερικό έλεγχο του συστήματος στην φάση της εκκίνησης.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8.2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Προστασία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Από υπερτάσεις και έλλειψη τάσεως, απώλειας φάσεως, ανεπαρκούς γειώσεως, βραχυκυκλώματος μεταξύ φάσεων, βραχυκυκλώματος μεταξύ φάσεων και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γης, υπερθέρμανσης μετατροπέα και κινητήρα, υπερφόρτισης κινητήρα,</w:t>
            </w:r>
          </w:p>
          <w:p w:rsidR="002B787A" w:rsidRPr="00A75574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ταχυστροφίας κινητήρα.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8.3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Θερμική προστασία υπερφόρτισης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Θερμική προστασία υπερφόρτισης όπου ο χρόνος ενεργοποίησης της προστασίας εξαρτάται από τη συχνότητα λειτουργίας του κινητήρα, το ρεύμα του κινητήρα, τον χρόνο λειτουργίας και το ονομαστικό ρεύμα του κινητήρα και την λειτουργία σε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χαμηλές ταχύτητες.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 w:rsidRPr="00D4461D">
              <w:rPr>
                <w:rFonts w:asciiTheme="minorHAnsi" w:hAnsiTheme="minorHAnsi" w:cstheme="minorHAnsi"/>
                <w:b/>
                <w:i/>
              </w:rPr>
              <w:t>9.ΠΑΡΑΔΕΙΓΜΑΤΑ ΧΡΗΣΗΣ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9.1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Παράδειγμα με αριθμημένα βήματα, συνδεσμολογίας (σχηματικό συνδεσμολογίας) και παραμετροποίησης (πλήρες </w:t>
            </w:r>
            <w:r w:rsidRPr="00D4461D">
              <w:rPr>
                <w:rFonts w:asciiTheme="minorHAnsi" w:hAnsiTheme="minorHAnsi" w:cstheme="minorHAnsi"/>
                <w:lang w:val="en-US"/>
              </w:rPr>
              <w:t>set</w:t>
            </w:r>
            <w:r w:rsidRPr="00D4461D">
              <w:rPr>
                <w:rFonts w:asciiTheme="minorHAnsi" w:hAnsiTheme="minorHAnsi" w:cstheme="minorHAnsi"/>
              </w:rPr>
              <w:t xml:space="preserve"> παραμέτρων που πρέπει να ρυθμιστούν από τα </w:t>
            </w:r>
            <w:r w:rsidRPr="00D4461D">
              <w:rPr>
                <w:rFonts w:asciiTheme="minorHAnsi" w:hAnsiTheme="minorHAnsi" w:cstheme="minorHAnsi"/>
                <w:lang w:val="en-US"/>
              </w:rPr>
              <w:t>factorydefaultsettings</w:t>
            </w:r>
            <w:r w:rsidRPr="00D4461D">
              <w:rPr>
                <w:rFonts w:asciiTheme="minorHAnsi" w:hAnsiTheme="minorHAnsi" w:cstheme="minorHAnsi"/>
              </w:rPr>
              <w:t>) για οδήγηση κινητήρα, όπου θα καλύπτει:</w:t>
            </w:r>
          </w:p>
          <w:p w:rsidR="002B787A" w:rsidRPr="00D4461D" w:rsidRDefault="002B787A" w:rsidP="004858A0">
            <w:pPr>
              <w:pStyle w:val="a7"/>
              <w:numPr>
                <w:ilvl w:val="1"/>
                <w:numId w:val="23"/>
              </w:numPr>
              <w:ind w:left="4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Εκκίνηση/Στάση κινητήρα 110</w:t>
            </w:r>
            <w:r w:rsidRPr="00D4461D">
              <w:rPr>
                <w:rFonts w:asciiTheme="minorHAnsi" w:hAnsiTheme="minorHAnsi" w:cstheme="minorHAnsi"/>
                <w:lang w:val="en-US"/>
              </w:rPr>
              <w:t>KW</w:t>
            </w:r>
            <w:r w:rsidRPr="00D4461D">
              <w:rPr>
                <w:rFonts w:asciiTheme="minorHAnsi" w:hAnsiTheme="minorHAnsi" w:cstheme="minorHAnsi"/>
              </w:rPr>
              <w:t xml:space="preserve">, 2900 </w:t>
            </w:r>
            <w:r w:rsidRPr="00D4461D">
              <w:rPr>
                <w:rFonts w:asciiTheme="minorHAnsi" w:hAnsiTheme="minorHAnsi" w:cstheme="minorHAnsi"/>
                <w:lang w:val="en-US"/>
              </w:rPr>
              <w:t>rpm</w:t>
            </w:r>
            <w:r w:rsidRPr="00D4461D">
              <w:rPr>
                <w:rFonts w:asciiTheme="minorHAnsi" w:hAnsiTheme="minorHAnsi" w:cstheme="minorHAnsi"/>
              </w:rPr>
              <w:t xml:space="preserve"> από επαφή που θα ενεργοποιείται εξωτερικά (από </w:t>
            </w:r>
            <w:r w:rsidRPr="00D4461D">
              <w:rPr>
                <w:rFonts w:asciiTheme="minorHAnsi" w:hAnsiTheme="minorHAnsi" w:cstheme="minorHAnsi"/>
                <w:lang w:val="en-US"/>
              </w:rPr>
              <w:t>Relay</w:t>
            </w:r>
            <w:r w:rsidRPr="00D4461D">
              <w:rPr>
                <w:rFonts w:asciiTheme="minorHAnsi" w:hAnsiTheme="minorHAnsi" w:cstheme="minorHAnsi"/>
              </w:rPr>
              <w:t xml:space="preserve"> επαφή </w:t>
            </w:r>
            <w:r w:rsidRPr="00D4461D">
              <w:rPr>
                <w:rFonts w:asciiTheme="minorHAnsi" w:hAnsiTheme="minorHAnsi" w:cstheme="minorHAnsi"/>
                <w:lang w:val="en-US"/>
              </w:rPr>
              <w:t>PLC</w:t>
            </w:r>
            <w:r w:rsidRPr="00D4461D">
              <w:rPr>
                <w:rFonts w:asciiTheme="minorHAnsi" w:hAnsiTheme="minorHAnsi" w:cstheme="minorHAnsi"/>
              </w:rPr>
              <w:t>)</w:t>
            </w:r>
          </w:p>
          <w:p w:rsidR="002B787A" w:rsidRPr="00D4461D" w:rsidRDefault="002B787A" w:rsidP="004858A0">
            <w:pPr>
              <w:pStyle w:val="a7"/>
              <w:numPr>
                <w:ilvl w:val="1"/>
                <w:numId w:val="23"/>
              </w:numPr>
              <w:ind w:left="460"/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Οδήγηση με ποσοστό λειτουργίας από έξοδο </w:t>
            </w:r>
            <w:r w:rsidRPr="00D4461D">
              <w:rPr>
                <w:rFonts w:asciiTheme="minorHAnsi" w:hAnsiTheme="minorHAnsi" w:cstheme="minorHAnsi"/>
                <w:lang w:val="en-US"/>
              </w:rPr>
              <w:t>PLC</w:t>
            </w:r>
            <w:r w:rsidRPr="00D4461D">
              <w:rPr>
                <w:rFonts w:asciiTheme="minorHAnsi" w:hAnsiTheme="minorHAnsi" w:cstheme="minorHAnsi"/>
              </w:rPr>
              <w:t xml:space="preserve"> 2-10</w:t>
            </w:r>
            <w:r w:rsidRPr="00D4461D">
              <w:rPr>
                <w:rFonts w:asciiTheme="minorHAnsi" w:hAnsiTheme="minorHAnsi" w:cstheme="minorHAnsi"/>
                <w:lang w:val="en-US"/>
              </w:rPr>
              <w:t>V</w:t>
            </w:r>
            <w:r w:rsidRPr="00D4461D">
              <w:rPr>
                <w:rFonts w:asciiTheme="minorHAnsi" w:hAnsiTheme="minorHAnsi" w:cstheme="minorHAnsi"/>
              </w:rPr>
              <w:t xml:space="preserve"> για εύρος 35-50</w:t>
            </w:r>
            <w:r w:rsidRPr="00D4461D">
              <w:rPr>
                <w:rFonts w:asciiTheme="minorHAnsi" w:hAnsiTheme="minorHAnsi" w:cstheme="minorHAnsi"/>
                <w:lang w:val="en-US"/>
              </w:rPr>
              <w:t>Hz</w:t>
            </w:r>
          </w:p>
          <w:p w:rsidR="002B787A" w:rsidRPr="00D4461D" w:rsidRDefault="002B787A" w:rsidP="004858A0">
            <w:pPr>
              <w:pStyle w:val="a7"/>
              <w:numPr>
                <w:ilvl w:val="1"/>
                <w:numId w:val="23"/>
              </w:numPr>
              <w:ind w:left="460"/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Feedback</w:t>
            </w:r>
            <w:r w:rsidRPr="00D4461D">
              <w:rPr>
                <w:rFonts w:asciiTheme="minorHAnsi" w:hAnsiTheme="minorHAnsi" w:cstheme="minorHAnsi"/>
              </w:rPr>
              <w:t xml:space="preserve"> προς </w:t>
            </w:r>
            <w:r w:rsidRPr="00D4461D">
              <w:rPr>
                <w:rFonts w:asciiTheme="minorHAnsi" w:hAnsiTheme="minorHAnsi" w:cstheme="minorHAnsi"/>
                <w:lang w:val="en-US"/>
              </w:rPr>
              <w:t>PLC</w:t>
            </w:r>
            <w:r w:rsidRPr="00D4461D">
              <w:rPr>
                <w:rFonts w:asciiTheme="minorHAnsi" w:hAnsiTheme="minorHAnsi" w:cstheme="minorHAnsi"/>
              </w:rPr>
              <w:t xml:space="preserve"> με 4-20</w:t>
            </w:r>
            <w:r w:rsidRPr="00D4461D">
              <w:rPr>
                <w:rFonts w:asciiTheme="minorHAnsi" w:hAnsiTheme="minorHAnsi" w:cstheme="minorHAnsi"/>
                <w:lang w:val="en-US"/>
              </w:rPr>
              <w:t>mA</w:t>
            </w:r>
            <w:r w:rsidRPr="00D4461D">
              <w:rPr>
                <w:rFonts w:asciiTheme="minorHAnsi" w:hAnsiTheme="minorHAnsi" w:cstheme="minorHAnsi"/>
              </w:rPr>
              <w:t xml:space="preserve"> για την συχνότητα λειτουργίας</w:t>
            </w:r>
          </w:p>
          <w:p w:rsidR="002B787A" w:rsidRPr="00D4461D" w:rsidRDefault="002B787A" w:rsidP="004858A0">
            <w:pPr>
              <w:pStyle w:val="a7"/>
              <w:numPr>
                <w:ilvl w:val="1"/>
                <w:numId w:val="23"/>
              </w:numPr>
              <w:ind w:left="460"/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Σηματοδοσία από </w:t>
            </w:r>
            <w:r w:rsidRPr="00D4461D">
              <w:rPr>
                <w:rFonts w:asciiTheme="minorHAnsi" w:hAnsiTheme="minorHAnsi" w:cstheme="minorHAnsi"/>
                <w:lang w:val="en-US"/>
              </w:rPr>
              <w:t>relay</w:t>
            </w:r>
            <w:r w:rsidRPr="00D4461D">
              <w:rPr>
                <w:rFonts w:asciiTheme="minorHAnsi" w:hAnsiTheme="minorHAnsi" w:cstheme="minorHAnsi"/>
              </w:rPr>
              <w:t xml:space="preserve"> επαφή ότι είναι σε κατάσταση </w:t>
            </w:r>
            <w:r w:rsidRPr="00D4461D">
              <w:rPr>
                <w:rFonts w:asciiTheme="minorHAnsi" w:hAnsiTheme="minorHAnsi" w:cstheme="minorHAnsi"/>
                <w:lang w:val="en-US"/>
              </w:rPr>
              <w:t>running</w:t>
            </w:r>
          </w:p>
          <w:p w:rsidR="002B787A" w:rsidRPr="00A36051" w:rsidRDefault="002B787A" w:rsidP="004858A0">
            <w:pPr>
              <w:pStyle w:val="a7"/>
              <w:numPr>
                <w:ilvl w:val="1"/>
                <w:numId w:val="23"/>
              </w:numPr>
              <w:ind w:left="460"/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Σηματοδοσία από </w:t>
            </w:r>
            <w:r w:rsidRPr="00D4461D">
              <w:rPr>
                <w:rFonts w:asciiTheme="minorHAnsi" w:hAnsiTheme="minorHAnsi" w:cstheme="minorHAnsi"/>
                <w:lang w:val="en-US"/>
              </w:rPr>
              <w:t>relay</w:t>
            </w:r>
            <w:r w:rsidRPr="00D4461D">
              <w:rPr>
                <w:rFonts w:asciiTheme="minorHAnsi" w:hAnsiTheme="minorHAnsi" w:cstheme="minorHAnsi"/>
              </w:rPr>
              <w:t xml:space="preserve"> επαφή ότι είναι σε κατάσταση σφάλματος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lastRenderedPageBreak/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Να δοθεί σκαρίφημα συνδεσμολογίας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control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σημάτων και ρύθμιση παραμέτρων 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lastRenderedPageBreak/>
              <w:t>9.2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Παράδειγμα συνδεσμολογίας και παραμετροποίησης (πλήρες </w:t>
            </w:r>
            <w:r w:rsidRPr="00D4461D">
              <w:rPr>
                <w:rFonts w:asciiTheme="minorHAnsi" w:hAnsiTheme="minorHAnsi" w:cstheme="minorHAnsi"/>
                <w:lang w:val="en-US"/>
              </w:rPr>
              <w:t>set</w:t>
            </w:r>
            <w:r w:rsidRPr="00D4461D">
              <w:rPr>
                <w:rFonts w:asciiTheme="minorHAnsi" w:hAnsiTheme="minorHAnsi" w:cstheme="minorHAnsi"/>
              </w:rPr>
              <w:t xml:space="preserve"> παραμέτρων που πρέπει να ρυθμιστούν από τα </w:t>
            </w:r>
            <w:r w:rsidRPr="00D4461D">
              <w:rPr>
                <w:rFonts w:asciiTheme="minorHAnsi" w:hAnsiTheme="minorHAnsi" w:cstheme="minorHAnsi"/>
                <w:lang w:val="en-US"/>
              </w:rPr>
              <w:t>factorydefaultsettings</w:t>
            </w:r>
            <w:r w:rsidRPr="00D4461D">
              <w:rPr>
                <w:rFonts w:asciiTheme="minorHAnsi" w:hAnsiTheme="minorHAnsi" w:cstheme="minorHAnsi"/>
              </w:rPr>
              <w:t xml:space="preserve">) για λειτουργία αντλίας με </w:t>
            </w:r>
            <w:r w:rsidRPr="00D4461D">
              <w:rPr>
                <w:rFonts w:asciiTheme="minorHAnsi" w:hAnsiTheme="minorHAnsi" w:cstheme="minorHAnsi"/>
                <w:lang w:val="en-US"/>
              </w:rPr>
              <w:t>PID</w:t>
            </w:r>
            <w:r w:rsidRPr="00D4461D">
              <w:rPr>
                <w:rFonts w:asciiTheme="minorHAnsi" w:hAnsiTheme="minorHAnsi" w:cstheme="minorHAnsi"/>
              </w:rPr>
              <w:t>:</w:t>
            </w:r>
          </w:p>
          <w:p w:rsidR="002B787A" w:rsidRPr="00D4461D" w:rsidRDefault="002B787A" w:rsidP="004858A0">
            <w:pPr>
              <w:pStyle w:val="a7"/>
              <w:numPr>
                <w:ilvl w:val="1"/>
                <w:numId w:val="23"/>
              </w:numPr>
              <w:ind w:left="318"/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PID</w:t>
            </w:r>
            <w:r w:rsidRPr="00D4461D">
              <w:rPr>
                <w:rFonts w:asciiTheme="minorHAnsi" w:hAnsiTheme="minorHAnsi" w:cstheme="minorHAnsi"/>
              </w:rPr>
              <w:t xml:space="preserve"> λειτουργία στα 4 </w:t>
            </w:r>
            <w:r w:rsidRPr="00D4461D">
              <w:rPr>
                <w:rFonts w:asciiTheme="minorHAnsi" w:hAnsiTheme="minorHAnsi" w:cstheme="minorHAnsi"/>
                <w:lang w:val="en-US"/>
              </w:rPr>
              <w:t>bar</w:t>
            </w:r>
            <w:r w:rsidRPr="00D4461D">
              <w:rPr>
                <w:rFonts w:asciiTheme="minorHAnsi" w:hAnsiTheme="minorHAnsi" w:cstheme="minorHAnsi"/>
              </w:rPr>
              <w:t xml:space="preserve"> (θα συνδεθεί στο </w:t>
            </w:r>
            <w:r w:rsidRPr="00D4461D">
              <w:rPr>
                <w:rFonts w:asciiTheme="minorHAnsi" w:hAnsiTheme="minorHAnsi" w:cstheme="minorHAnsi"/>
                <w:lang w:val="en-US"/>
              </w:rPr>
              <w:t>inverter</w:t>
            </w:r>
            <w:r w:rsidRPr="00D4461D">
              <w:rPr>
                <w:rFonts w:asciiTheme="minorHAnsi" w:hAnsiTheme="minorHAnsi" w:cstheme="minorHAnsi"/>
              </w:rPr>
              <w:t xml:space="preserve"> αισθητήριο πίεσης 4-20</w:t>
            </w:r>
            <w:r w:rsidRPr="00D4461D">
              <w:rPr>
                <w:rFonts w:asciiTheme="minorHAnsi" w:hAnsiTheme="minorHAnsi" w:cstheme="minorHAnsi"/>
                <w:lang w:val="en-US"/>
              </w:rPr>
              <w:t>mA</w:t>
            </w:r>
            <w:r w:rsidRPr="00D4461D">
              <w:rPr>
                <w:rFonts w:asciiTheme="minorHAnsi" w:hAnsiTheme="minorHAnsi" w:cstheme="minorHAnsi"/>
              </w:rPr>
              <w:t xml:space="preserve"> για 0-10</w:t>
            </w:r>
            <w:r w:rsidRPr="00D4461D">
              <w:rPr>
                <w:rFonts w:asciiTheme="minorHAnsi" w:hAnsiTheme="minorHAnsi" w:cstheme="minorHAnsi"/>
                <w:lang w:val="en-US"/>
              </w:rPr>
              <w:t>bar</w:t>
            </w:r>
            <w:r w:rsidRPr="00D4461D">
              <w:rPr>
                <w:rFonts w:asciiTheme="minorHAnsi" w:hAnsiTheme="minorHAnsi" w:cstheme="minorHAnsi"/>
              </w:rPr>
              <w:t>)</w:t>
            </w:r>
          </w:p>
          <w:p w:rsidR="002B787A" w:rsidRPr="00D4461D" w:rsidRDefault="002B787A" w:rsidP="004858A0">
            <w:pPr>
              <w:pStyle w:val="a7"/>
              <w:numPr>
                <w:ilvl w:val="1"/>
                <w:numId w:val="23"/>
              </w:numPr>
              <w:ind w:left="318"/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Υλοποίηση </w:t>
            </w:r>
            <w:r w:rsidRPr="00D4461D">
              <w:rPr>
                <w:rFonts w:asciiTheme="minorHAnsi" w:hAnsiTheme="minorHAnsi" w:cstheme="minorHAnsi"/>
                <w:lang w:val="en-US"/>
              </w:rPr>
              <w:t>Standby</w:t>
            </w:r>
            <w:r w:rsidRPr="00D4461D">
              <w:rPr>
                <w:rFonts w:asciiTheme="minorHAnsi" w:hAnsiTheme="minorHAnsi" w:cstheme="minorHAnsi"/>
              </w:rPr>
              <w:t xml:space="preserve"> λειτουργίας: </w:t>
            </w:r>
            <w:r w:rsidRPr="00D4461D">
              <w:rPr>
                <w:rFonts w:asciiTheme="minorHAnsi" w:hAnsiTheme="minorHAnsi" w:cstheme="minorHAnsi"/>
                <w:lang w:val="en-US"/>
              </w:rPr>
              <w:t>A</w:t>
            </w:r>
            <w:r w:rsidRPr="00D4461D">
              <w:rPr>
                <w:rFonts w:asciiTheme="minorHAnsi" w:hAnsiTheme="minorHAnsi" w:cstheme="minorHAnsi"/>
              </w:rPr>
              <w:t xml:space="preserve">ν η συχνότητα λειτουργίας είναι μικρότερη από κάποιο </w:t>
            </w:r>
            <w:r w:rsidRPr="00D4461D">
              <w:rPr>
                <w:rFonts w:asciiTheme="minorHAnsi" w:hAnsiTheme="minorHAnsi" w:cstheme="minorHAnsi"/>
                <w:lang w:val="en-US"/>
              </w:rPr>
              <w:t>setpoint</w:t>
            </w:r>
            <w:r w:rsidRPr="00D4461D">
              <w:rPr>
                <w:rFonts w:asciiTheme="minorHAnsi" w:hAnsiTheme="minorHAnsi" w:cstheme="minorHAnsi"/>
              </w:rPr>
              <w:t xml:space="preserve"> (πχ 38</w:t>
            </w:r>
            <w:r w:rsidRPr="00D4461D">
              <w:rPr>
                <w:rFonts w:asciiTheme="minorHAnsi" w:hAnsiTheme="minorHAnsi" w:cstheme="minorHAnsi"/>
                <w:lang w:val="en-US"/>
              </w:rPr>
              <w:t>Hz</w:t>
            </w:r>
            <w:r w:rsidRPr="00D4461D">
              <w:rPr>
                <w:rFonts w:asciiTheme="minorHAnsi" w:hAnsiTheme="minorHAnsi" w:cstheme="minorHAnsi"/>
              </w:rPr>
              <w:t xml:space="preserve">) για κάποιο χρόνο (πχ 120 </w:t>
            </w:r>
            <w:r w:rsidRPr="00D4461D">
              <w:rPr>
                <w:rFonts w:asciiTheme="minorHAnsi" w:hAnsiTheme="minorHAnsi" w:cstheme="minorHAnsi"/>
                <w:lang w:val="en-US"/>
              </w:rPr>
              <w:t>sec</w:t>
            </w:r>
            <w:r w:rsidRPr="00D4461D">
              <w:rPr>
                <w:rFonts w:asciiTheme="minorHAnsi" w:hAnsiTheme="minorHAnsi" w:cstheme="minorHAnsi"/>
              </w:rPr>
              <w:t xml:space="preserve">) να σταματήσει η λειτουργία και να ξεκινήσει πάλι αν η πίεση πέσει κάτω από κάποιο </w:t>
            </w:r>
            <w:r w:rsidRPr="00D4461D">
              <w:rPr>
                <w:rFonts w:asciiTheme="minorHAnsi" w:hAnsiTheme="minorHAnsi" w:cstheme="minorHAnsi"/>
                <w:lang w:val="en-US"/>
              </w:rPr>
              <w:t>SetPoint</w:t>
            </w:r>
            <w:r w:rsidRPr="00D4461D">
              <w:rPr>
                <w:rFonts w:asciiTheme="minorHAnsi" w:hAnsiTheme="minorHAnsi" w:cstheme="minorHAnsi"/>
              </w:rPr>
              <w:t xml:space="preserve"> (πχ 3 </w:t>
            </w:r>
            <w:r w:rsidRPr="00D4461D">
              <w:rPr>
                <w:rFonts w:asciiTheme="minorHAnsi" w:hAnsiTheme="minorHAnsi" w:cstheme="minorHAnsi"/>
                <w:lang w:val="en-US"/>
              </w:rPr>
              <w:t>bar</w:t>
            </w:r>
            <w:r w:rsidRPr="00D4461D">
              <w:rPr>
                <w:rFonts w:asciiTheme="minorHAnsi" w:hAnsiTheme="minorHAnsi" w:cstheme="minorHAnsi"/>
              </w:rPr>
              <w:t xml:space="preserve">) για κάποιο χρόνο (πχ 180 </w:t>
            </w:r>
            <w:r w:rsidRPr="00D4461D">
              <w:rPr>
                <w:rFonts w:asciiTheme="minorHAnsi" w:hAnsiTheme="minorHAnsi" w:cstheme="minorHAnsi"/>
                <w:lang w:val="en-US"/>
              </w:rPr>
              <w:t>sec</w:t>
            </w:r>
            <w:r w:rsidRPr="00D4461D">
              <w:rPr>
                <w:rFonts w:asciiTheme="minorHAnsi" w:hAnsiTheme="minorHAnsi" w:cstheme="minorHAnsi"/>
              </w:rPr>
              <w:t>).</w:t>
            </w:r>
          </w:p>
          <w:p w:rsidR="002B787A" w:rsidRPr="00D4461D" w:rsidRDefault="002B787A" w:rsidP="004858A0">
            <w:pPr>
              <w:pStyle w:val="a7"/>
              <w:numPr>
                <w:ilvl w:val="1"/>
                <w:numId w:val="23"/>
              </w:numPr>
              <w:ind w:left="318"/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Feedback</w:t>
            </w:r>
            <w:r w:rsidRPr="00D4461D">
              <w:rPr>
                <w:rFonts w:asciiTheme="minorHAnsi" w:hAnsiTheme="minorHAnsi" w:cstheme="minorHAnsi"/>
              </w:rPr>
              <w:t xml:space="preserve"> στο </w:t>
            </w:r>
            <w:r w:rsidRPr="00D4461D">
              <w:rPr>
                <w:rFonts w:asciiTheme="minorHAnsi" w:hAnsiTheme="minorHAnsi" w:cstheme="minorHAnsi"/>
                <w:lang w:val="en-US"/>
              </w:rPr>
              <w:t>PLC</w:t>
            </w:r>
            <w:r w:rsidRPr="00D4461D">
              <w:rPr>
                <w:rFonts w:asciiTheme="minorHAnsi" w:hAnsiTheme="minorHAnsi" w:cstheme="minorHAnsi"/>
              </w:rPr>
              <w:t xml:space="preserve"> με 4-20</w:t>
            </w:r>
            <w:r w:rsidRPr="00D4461D">
              <w:rPr>
                <w:rFonts w:asciiTheme="minorHAnsi" w:hAnsiTheme="minorHAnsi" w:cstheme="minorHAnsi"/>
                <w:lang w:val="en-US"/>
              </w:rPr>
              <w:t>mA</w:t>
            </w:r>
            <w:r w:rsidRPr="00D4461D">
              <w:rPr>
                <w:rFonts w:asciiTheme="minorHAnsi" w:hAnsiTheme="minorHAnsi" w:cstheme="minorHAnsi"/>
              </w:rPr>
              <w:t xml:space="preserve"> για την συχνότητα λειτουργίας</w:t>
            </w:r>
          </w:p>
          <w:p w:rsidR="002B787A" w:rsidRPr="00D4461D" w:rsidRDefault="002B787A" w:rsidP="004858A0">
            <w:pPr>
              <w:pStyle w:val="a7"/>
              <w:numPr>
                <w:ilvl w:val="1"/>
                <w:numId w:val="23"/>
              </w:numPr>
              <w:ind w:left="318"/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Σηματοδοσία από </w:t>
            </w:r>
            <w:r w:rsidRPr="00D4461D">
              <w:rPr>
                <w:rFonts w:asciiTheme="minorHAnsi" w:hAnsiTheme="minorHAnsi" w:cstheme="minorHAnsi"/>
                <w:lang w:val="en-US"/>
              </w:rPr>
              <w:t>relay</w:t>
            </w:r>
            <w:r w:rsidRPr="00D4461D">
              <w:rPr>
                <w:rFonts w:asciiTheme="minorHAnsi" w:hAnsiTheme="minorHAnsi" w:cstheme="minorHAnsi"/>
              </w:rPr>
              <w:t xml:space="preserve"> επαφή ότι είναι σε κατάσταση </w:t>
            </w:r>
            <w:r w:rsidRPr="00D4461D">
              <w:rPr>
                <w:rFonts w:asciiTheme="minorHAnsi" w:hAnsiTheme="minorHAnsi" w:cstheme="minorHAnsi"/>
                <w:lang w:val="en-US"/>
              </w:rPr>
              <w:t>running</w:t>
            </w:r>
          </w:p>
          <w:p w:rsidR="002B787A" w:rsidRPr="00A36051" w:rsidRDefault="002B787A" w:rsidP="004858A0">
            <w:pPr>
              <w:pStyle w:val="a7"/>
              <w:numPr>
                <w:ilvl w:val="1"/>
                <w:numId w:val="23"/>
              </w:numPr>
              <w:ind w:left="318"/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Σηματοδοσία από </w:t>
            </w:r>
            <w:r w:rsidRPr="00D4461D">
              <w:rPr>
                <w:rFonts w:asciiTheme="minorHAnsi" w:hAnsiTheme="minorHAnsi" w:cstheme="minorHAnsi"/>
                <w:lang w:val="en-US"/>
              </w:rPr>
              <w:t>relay</w:t>
            </w:r>
            <w:r w:rsidRPr="00D4461D">
              <w:rPr>
                <w:rFonts w:asciiTheme="minorHAnsi" w:hAnsiTheme="minorHAnsi" w:cstheme="minorHAnsi"/>
              </w:rPr>
              <w:t xml:space="preserve"> επαφή ότι είναι σε κατάσταση σφάλματος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 xml:space="preserve">Να δοθεί σκαρίφημα συνδεσμολογίας </w:t>
            </w:r>
            <w:r w:rsidRPr="00D4461D">
              <w:rPr>
                <w:rFonts w:asciiTheme="minorHAnsi" w:hAnsiTheme="minorHAnsi" w:cstheme="minorHAnsi"/>
                <w:color w:val="000000"/>
                <w:lang w:val="en-US"/>
              </w:rPr>
              <w:t>control</w:t>
            </w:r>
            <w:r w:rsidRPr="00D4461D">
              <w:rPr>
                <w:rFonts w:asciiTheme="minorHAnsi" w:hAnsiTheme="minorHAnsi" w:cstheme="minorHAnsi"/>
                <w:color w:val="000000"/>
              </w:rPr>
              <w:t xml:space="preserve"> σημάτων και ρύθμιση παραμέτρων 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 w:rsidRPr="00D4461D">
              <w:rPr>
                <w:rFonts w:asciiTheme="minorHAnsi" w:hAnsiTheme="minorHAnsi" w:cstheme="minorHAnsi"/>
                <w:b/>
                <w:i/>
              </w:rPr>
              <w:lastRenderedPageBreak/>
              <w:t xml:space="preserve">10.ΕΓΓΥΗΣΗ </w:t>
            </w:r>
            <w:r w:rsidRPr="00D4461D">
              <w:rPr>
                <w:rFonts w:asciiTheme="minorHAnsi" w:hAnsiTheme="minorHAnsi" w:cstheme="minorHAnsi"/>
                <w:i/>
              </w:rPr>
              <w:t>(Η παραπομπή μπορεί να είναι σε Υπεύθυνη Δήλωση για το σύνολο των απαιτήσεων 10.1-10.3)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lastRenderedPageBreak/>
              <w:t>10.1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Εγγύηση  καλής  λειτουργίας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b/>
              </w:rPr>
              <w:t>Ελάχιστος</w:t>
            </w:r>
            <w:r w:rsidRPr="00D4461D">
              <w:rPr>
                <w:rFonts w:asciiTheme="minorHAnsi" w:hAnsiTheme="minorHAnsi" w:cstheme="minorHAnsi"/>
              </w:rPr>
              <w:t xml:space="preserve"> χρόνος εγγύησης δυο (2) έτη  ή  17.000  ώρες λειτουργίας  </w:t>
            </w:r>
            <w:r w:rsidRPr="00D4461D">
              <w:rPr>
                <w:rFonts w:asciiTheme="minorHAnsi" w:hAnsiTheme="minorHAnsi" w:cstheme="minorHAnsi"/>
                <w:b/>
              </w:rPr>
              <w:t>από την ημερομηνία εγκατάστασης (και όχι παραλαβής)</w:t>
            </w:r>
            <w:r w:rsidRPr="00D4461D">
              <w:rPr>
                <w:rFonts w:asciiTheme="minorHAnsi" w:hAnsiTheme="minorHAnsi" w:cstheme="minorHAnsi"/>
              </w:rPr>
              <w:t xml:space="preserve">,  του  ρυθμιστή  στροφών εφόσον η εγκατάσταση γίνει εντός </w:t>
            </w:r>
            <w:r>
              <w:rPr>
                <w:rFonts w:asciiTheme="minorHAnsi" w:hAnsiTheme="minorHAnsi" w:cstheme="minorHAnsi"/>
              </w:rPr>
              <w:t>18 μηνών.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10.2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Μέγιστος χρόνος αποκατάστασης βλάβης κατά την διάρκεια της εγγύησης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είκοσι  (20) εργάσιμες ημέρες από την ειδοποίηση.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10.3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Κάλυψη απόλυτης εγγύησης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</w:rPr>
              <w:t>Οποιαδήποτε  μη επισκευάσιμη βλάβη κατά την διάρκεια της εγγύησης θα σημαίνει  αυτόματα αντικατάσταση του ρυθμιστή  στροφών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 w:rsidRPr="00D4461D">
              <w:rPr>
                <w:rFonts w:asciiTheme="minorHAnsi" w:hAnsiTheme="minorHAnsi" w:cstheme="minorHAnsi"/>
                <w:b/>
                <w:i/>
              </w:rPr>
              <w:t xml:space="preserve">11.ΤΕΧΝΙΚΗ ΥΠΟΣΤΗΡΙΞΗ </w:t>
            </w:r>
            <w:r w:rsidRPr="00D4461D">
              <w:rPr>
                <w:rFonts w:asciiTheme="minorHAnsi" w:hAnsiTheme="minorHAnsi" w:cstheme="minorHAnsi"/>
                <w:i/>
              </w:rPr>
              <w:t>(Η παραπομπή μπορεί να είναι σε Υπεύθυνη Δήλωση για το σύνολο των απαιτήσεων 11.1-11.2)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11.1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Υποστήριξη στην Ελλάδα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Ύπαρξη οργανωμένων εγκαταστάσεων στην Ελλάδα, με τεχνικό προσωπικό για συντήρηση και επισκευή του εξοπλισμού (service),  αποθήκη ανταλλακτικών, δίκτυο πωλήσεων, κ.λ.π.  Περιγραφή δυνατοτήτων Τεχνικής Υποστήριξης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11.2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Επίδειξη-Εκπαίδευση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Εκπαίδευση  στο  προσωπικό  της  ΔΕΥΑΠ  την σωστή εγκατάσταση και  παραμετροποίηση των  ρυθμιστών.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Να αναφερθεί ο αριθμός των απαιτούμενων ωρών της εκπαίδευσης.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Default="002B787A" w:rsidP="002B787A">
            <w:pPr>
              <w:rPr>
                <w:rFonts w:asciiTheme="minorHAnsi" w:hAnsiTheme="minorHAnsi"/>
                <w:b/>
                <w:i/>
              </w:rPr>
            </w:pPr>
          </w:p>
          <w:p w:rsidR="002B787A" w:rsidRDefault="002B787A" w:rsidP="002B787A">
            <w:pPr>
              <w:rPr>
                <w:rFonts w:asciiTheme="minorHAnsi" w:hAnsiTheme="minorHAnsi"/>
                <w:b/>
                <w:i/>
              </w:rPr>
            </w:pPr>
            <w:r w:rsidRPr="005C0359">
              <w:rPr>
                <w:rFonts w:asciiTheme="minorHAnsi" w:hAnsiTheme="minorHAnsi"/>
                <w:b/>
                <w:i/>
              </w:rPr>
              <w:t>12. ΠΟΙΟΤΗΤΑ  ΚΑΤΑΣΚΕΥΗΣ</w:t>
            </w:r>
          </w:p>
          <w:p w:rsidR="002B787A" w:rsidRPr="005C0359" w:rsidRDefault="002B787A" w:rsidP="002B787A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</w:rPr>
              <w:t>12.1</w:t>
            </w:r>
          </w:p>
        </w:tc>
        <w:tc>
          <w:tcPr>
            <w:tcW w:w="3852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</w:rPr>
              <w:t>Ποιότητα κατασκευής</w:t>
            </w:r>
          </w:p>
        </w:tc>
        <w:tc>
          <w:tcPr>
            <w:tcW w:w="685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  <w:color w:val="000000"/>
              </w:rPr>
            </w:pPr>
            <w:r w:rsidRPr="005C0359">
              <w:rPr>
                <w:rFonts w:asciiTheme="minorHAnsi" w:hAnsi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5C0359" w:rsidRDefault="002B787A" w:rsidP="002B787A">
            <w:pPr>
              <w:tabs>
                <w:tab w:val="num" w:pos="720"/>
              </w:tabs>
              <w:ind w:right="23"/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</w:rPr>
              <w:t xml:space="preserve">ο προσφερόμενος εξοπλισμός θα είναι από τα τελευταία μοντέλα του οίκου κατασκευής, άριστης ποιότητας και θα </w:t>
            </w:r>
            <w:r w:rsidRPr="005C0359">
              <w:rPr>
                <w:rFonts w:asciiTheme="minorHAnsi" w:hAnsiTheme="minorHAnsi"/>
              </w:rPr>
              <w:lastRenderedPageBreak/>
              <w:t xml:space="preserve">πληροί όλες τις σχετικές με αυτόν προδιαγραφές των Ευρωπαϊκών Προτύπων ή/και των αντίστοιχων του ΕΛΟΤ. Η κατασκευή της μονάδας, πρέπει να ακολουθεί όλα </w:t>
            </w:r>
            <w:r>
              <w:rPr>
                <w:rFonts w:asciiTheme="minorHAnsi" w:hAnsiTheme="minorHAnsi"/>
              </w:rPr>
              <w:t xml:space="preserve">τα </w:t>
            </w:r>
            <w:r w:rsidRPr="005C0359">
              <w:rPr>
                <w:rFonts w:asciiTheme="minorHAnsi" w:hAnsiTheme="minorHAnsi"/>
              </w:rPr>
              <w:t xml:space="preserve">διεθνή πρότυπα όσον αφορά την ποιότητα κατασκευής, τις αποδόσεις, τις παρεμβολές και να συμφωνεί με τους ευρωπαϊκούς κανονισμούς και οδηγίες 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</w:rPr>
              <w:lastRenderedPageBreak/>
              <w:t>12.3</w:t>
            </w:r>
          </w:p>
        </w:tc>
        <w:tc>
          <w:tcPr>
            <w:tcW w:w="3852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  <w:lang w:val="en-US"/>
              </w:rPr>
              <w:t xml:space="preserve">ISO  </w:t>
            </w:r>
            <w:r w:rsidRPr="005C0359">
              <w:rPr>
                <w:rFonts w:asciiTheme="minorHAnsi" w:hAnsiTheme="minorHAnsi"/>
              </w:rPr>
              <w:t>Κατασκευαστή</w:t>
            </w:r>
          </w:p>
        </w:tc>
        <w:tc>
          <w:tcPr>
            <w:tcW w:w="685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  <w:lang w:val="en-US"/>
              </w:rPr>
            </w:pPr>
            <w:r w:rsidRPr="005C0359">
              <w:rPr>
                <w:rFonts w:asciiTheme="minorHAnsi" w:hAnsiTheme="minorHAnsi"/>
                <w:lang w:val="en-US"/>
              </w:rPr>
              <w:t>9001-2008</w:t>
            </w:r>
          </w:p>
          <w:p w:rsidR="002B787A" w:rsidRPr="005C0359" w:rsidRDefault="002B787A" w:rsidP="002B787A">
            <w:pPr>
              <w:rPr>
                <w:rFonts w:asciiTheme="minorHAnsi" w:hAnsiTheme="minorHAnsi"/>
                <w:lang w:val="en-US"/>
              </w:rPr>
            </w:pPr>
            <w:r w:rsidRPr="005C0359">
              <w:rPr>
                <w:rFonts w:asciiTheme="minorHAnsi" w:hAnsiTheme="minorHAnsi"/>
              </w:rPr>
              <w:t>14001-2004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</w:rPr>
              <w:t>12.4</w:t>
            </w:r>
          </w:p>
        </w:tc>
        <w:tc>
          <w:tcPr>
            <w:tcW w:w="3852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  <w:lang w:val="en-US"/>
              </w:rPr>
            </w:pPr>
            <w:r w:rsidRPr="005C0359">
              <w:rPr>
                <w:rFonts w:asciiTheme="minorHAnsi" w:hAnsiTheme="minorHAnsi"/>
                <w:lang w:val="en-US"/>
              </w:rPr>
              <w:t xml:space="preserve">ISO </w:t>
            </w:r>
            <w:r w:rsidRPr="005C0359">
              <w:rPr>
                <w:rFonts w:asciiTheme="minorHAnsi" w:hAnsiTheme="minorHAnsi"/>
              </w:rPr>
              <w:t>Προμηθευτή</w:t>
            </w:r>
          </w:p>
        </w:tc>
        <w:tc>
          <w:tcPr>
            <w:tcW w:w="685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  <w:lang w:val="en-US"/>
              </w:rPr>
            </w:pPr>
            <w:r w:rsidRPr="005C0359">
              <w:rPr>
                <w:rFonts w:asciiTheme="minorHAnsi" w:hAnsiTheme="minorHAnsi"/>
                <w:lang w:val="en-US"/>
              </w:rPr>
              <w:t>9001-2008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cstheme="minorHAnsi"/>
              </w:rPr>
            </w:pPr>
          </w:p>
        </w:tc>
      </w:tr>
      <w:tr w:rsidR="002B787A" w:rsidRPr="001B7001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  <w:color w:val="000000"/>
              </w:rPr>
            </w:pPr>
            <w:r w:rsidRPr="005C0359">
              <w:rPr>
                <w:rFonts w:asciiTheme="minorHAnsi" w:hAnsiTheme="minorHAnsi"/>
              </w:rPr>
              <w:t>12.</w:t>
            </w:r>
            <w:r w:rsidRPr="005C035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3852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  <w:color w:val="000000"/>
                <w:lang w:val="en-US"/>
              </w:rPr>
            </w:pPr>
            <w:r w:rsidRPr="005C0359">
              <w:rPr>
                <w:rFonts w:asciiTheme="minorHAnsi" w:hAnsiTheme="minorHAnsi"/>
                <w:color w:val="000000"/>
                <w:lang w:val="en-US"/>
              </w:rPr>
              <w:t>EC-Declaration of Conformity</w:t>
            </w:r>
          </w:p>
          <w:p w:rsidR="002B787A" w:rsidRPr="005C0359" w:rsidRDefault="002B787A" w:rsidP="002B787A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685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1B7001" w:rsidRDefault="002B787A" w:rsidP="002B787A">
            <w:pPr>
              <w:rPr>
                <w:rFonts w:asciiTheme="minorHAnsi" w:hAnsiTheme="minorHAnsi"/>
              </w:rPr>
            </w:pPr>
            <w:r w:rsidRPr="001B7001">
              <w:rPr>
                <w:rFonts w:asciiTheme="minorHAnsi" w:hAnsiTheme="minorHAnsi"/>
                <w:lang w:val="en-US"/>
              </w:rPr>
              <w:t>CE</w:t>
            </w:r>
            <w:r w:rsidRPr="001B7001">
              <w:rPr>
                <w:rFonts w:asciiTheme="minorHAnsi" w:hAnsiTheme="minorHAnsi"/>
              </w:rPr>
              <w:t xml:space="preserve"> με αναφορά συμμόρφωσης σε </w:t>
            </w:r>
          </w:p>
          <w:p w:rsidR="002B787A" w:rsidRPr="001B7001" w:rsidRDefault="002B787A" w:rsidP="002B787A">
            <w:pPr>
              <w:rPr>
                <w:rFonts w:asciiTheme="minorHAnsi" w:hAnsiTheme="minorHAnsi"/>
              </w:rPr>
            </w:pPr>
            <w:r w:rsidRPr="001B7001">
              <w:rPr>
                <w:rFonts w:asciiTheme="minorHAnsi" w:hAnsiTheme="minorHAnsi"/>
                <w:lang w:val="en-US"/>
              </w:rPr>
              <w:t>LowVoltageDirective</w:t>
            </w:r>
            <w:r w:rsidRPr="001B7001">
              <w:rPr>
                <w:rFonts w:asciiTheme="minorHAnsi" w:hAnsiTheme="minorHAnsi"/>
              </w:rPr>
              <w:t xml:space="preserve"> 2006/95 / </w:t>
            </w:r>
            <w:r w:rsidRPr="001B7001">
              <w:rPr>
                <w:rFonts w:asciiTheme="minorHAnsi" w:hAnsiTheme="minorHAnsi"/>
                <w:lang w:val="en-US"/>
              </w:rPr>
              <w:t>ECEN</w:t>
            </w:r>
            <w:r w:rsidRPr="001B7001">
              <w:rPr>
                <w:rFonts w:asciiTheme="minorHAnsi" w:hAnsiTheme="minorHAnsi"/>
              </w:rPr>
              <w:t>61800-5-1,</w:t>
            </w:r>
          </w:p>
          <w:p w:rsidR="002B787A" w:rsidRPr="001B7001" w:rsidRDefault="002B787A" w:rsidP="002B787A">
            <w:pPr>
              <w:rPr>
                <w:rFonts w:asciiTheme="minorHAnsi" w:hAnsiTheme="minorHAnsi"/>
                <w:lang w:val="en-US"/>
              </w:rPr>
            </w:pPr>
            <w:r w:rsidRPr="001B7001">
              <w:rPr>
                <w:rFonts w:asciiTheme="minorHAnsi" w:hAnsiTheme="minorHAnsi"/>
                <w:lang w:val="en-US"/>
              </w:rPr>
              <w:t>Electromagnetic Compatibility Directive (EMC) 2004/108 / EC EN61800-3,</w:t>
            </w:r>
          </w:p>
          <w:p w:rsidR="002B787A" w:rsidRPr="001B7001" w:rsidRDefault="002B787A" w:rsidP="002B787A">
            <w:pPr>
              <w:rPr>
                <w:rFonts w:asciiTheme="minorHAnsi" w:hAnsiTheme="minorHAnsi"/>
              </w:rPr>
            </w:pPr>
            <w:r w:rsidRPr="001B7001">
              <w:rPr>
                <w:rFonts w:asciiTheme="minorHAnsi" w:hAnsiTheme="minorHAnsi"/>
              </w:rPr>
              <w:t>καθώς και σε άλλες σχετικές με τον εξοπλισμό οδηγίες.</w:t>
            </w:r>
          </w:p>
        </w:tc>
        <w:tc>
          <w:tcPr>
            <w:tcW w:w="3827" w:type="dxa"/>
            <w:vAlign w:val="center"/>
          </w:tcPr>
          <w:p w:rsidR="002B787A" w:rsidRPr="001B7001" w:rsidRDefault="002B787A" w:rsidP="002B787A">
            <w:pPr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1B7001" w:rsidRDefault="002B787A" w:rsidP="002B787A">
            <w:pPr>
              <w:rPr>
                <w:rFonts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</w:rPr>
              <w:t>12.2</w:t>
            </w:r>
          </w:p>
        </w:tc>
        <w:tc>
          <w:tcPr>
            <w:tcW w:w="3852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</w:rPr>
              <w:t>Λειτουργικότητα</w:t>
            </w:r>
          </w:p>
        </w:tc>
        <w:tc>
          <w:tcPr>
            <w:tcW w:w="685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  <w:color w:val="000000"/>
              </w:rPr>
            </w:pPr>
            <w:r w:rsidRPr="005C0359">
              <w:rPr>
                <w:rFonts w:asciiTheme="minorHAnsi" w:hAnsi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5C0359" w:rsidRDefault="002B787A" w:rsidP="002B787A">
            <w:pPr>
              <w:rPr>
                <w:rFonts w:asciiTheme="minorHAnsi" w:hAnsiTheme="minorHAnsi"/>
              </w:rPr>
            </w:pPr>
            <w:r w:rsidRPr="005C0359">
              <w:rPr>
                <w:rFonts w:asciiTheme="minorHAnsi" w:hAnsiTheme="minorHAnsi"/>
              </w:rPr>
              <w:t>Ο κάθε διαγωνιζόμενος πρέπει  να  παρέχει  περαιτέρω  στοιχεία  ή  πιστοποιητικά  (πιστοποιητικά  δοκιμών,  πρότυπα κατασκευής, κ.α.),  που να  αποδεικνύει  την  απρό</w:t>
            </w:r>
            <w:r>
              <w:rPr>
                <w:rFonts w:asciiTheme="minorHAnsi" w:hAnsiTheme="minorHAnsi"/>
              </w:rPr>
              <w:t xml:space="preserve">σκοπτη λειτουργική  ικανότητα της </w:t>
            </w:r>
            <w:r w:rsidRPr="005C0359">
              <w:rPr>
                <w:rFonts w:asciiTheme="minorHAnsi" w:hAnsiTheme="minorHAnsi"/>
              </w:rPr>
              <w:t>μονάδας και του εξοπλι</w:t>
            </w:r>
            <w:r>
              <w:rPr>
                <w:rFonts w:asciiTheme="minorHAnsi" w:hAnsiTheme="minorHAnsi"/>
              </w:rPr>
              <w:t>σμού.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cstheme="minorHAnsi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15452" w:type="dxa"/>
            <w:gridSpan w:val="6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13</w:t>
            </w:r>
            <w:r w:rsidRPr="00D4461D">
              <w:rPr>
                <w:rFonts w:asciiTheme="minorHAnsi" w:hAnsiTheme="minorHAnsi" w:cstheme="minorHAnsi"/>
                <w:b/>
                <w:i/>
              </w:rPr>
              <w:t xml:space="preserve">.ΠΑΡΑΔΟΣΗ </w:t>
            </w:r>
            <w:r w:rsidRPr="00D4461D">
              <w:rPr>
                <w:rFonts w:asciiTheme="minorHAnsi" w:hAnsiTheme="minorHAnsi" w:cstheme="minorHAnsi"/>
                <w:i/>
              </w:rPr>
              <w:t>(Η παραπομπή μπορεί να είναι σε Υπεύθυνη Δήλωση για το σύνολο των απαιτήσεων 12.1-12.3)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814A4A">
        <w:trPr>
          <w:trHeight w:val="743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  <w:r w:rsidRPr="00D4461D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Χρόνος παράδοσης 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Μέγιστο έξι (6)  ημερολογιακές  εβδομάδες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D4461D" w:rsidTr="00814A4A">
        <w:trPr>
          <w:trHeight w:val="1136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13</w:t>
            </w:r>
            <w:r w:rsidRPr="00D4461D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Τόπος και τρόπος παράδοσής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410CCF">
              <w:t xml:space="preserve">Συσκευασμένα σε ασφαλή συσκευασία </w:t>
            </w:r>
            <w:r>
              <w:t xml:space="preserve"> ανά </w:t>
            </w:r>
            <w:r w:rsidRPr="00410CCF">
              <w:t>ένα, στην  αποθήκη  της  ΔΕΥΑ Πάτρας</w:t>
            </w:r>
            <w:r>
              <w:t>.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</w:tc>
      </w:tr>
      <w:tr w:rsidR="002B787A" w:rsidRPr="00F34D6D" w:rsidTr="002B787A">
        <w:trPr>
          <w:trHeight w:val="20"/>
          <w:jc w:val="center"/>
        </w:trPr>
        <w:tc>
          <w:tcPr>
            <w:tcW w:w="709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</w:t>
            </w:r>
            <w:r>
              <w:rPr>
                <w:rFonts w:asciiTheme="minorHAnsi" w:hAnsiTheme="minorHAnsi" w:cstheme="minorHAnsi"/>
              </w:rPr>
              <w:t>3</w:t>
            </w:r>
            <w:r w:rsidRPr="00D4461D">
              <w:rPr>
                <w:rFonts w:asciiTheme="minorHAnsi" w:hAnsiTheme="minorHAnsi" w:cstheme="minorHAnsi"/>
                <w:lang w:val="en-US"/>
              </w:rPr>
              <w:t>.3</w:t>
            </w:r>
          </w:p>
        </w:tc>
        <w:tc>
          <w:tcPr>
            <w:tcW w:w="3852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Παραδοτέα παρελκόμενα</w:t>
            </w:r>
          </w:p>
        </w:tc>
        <w:tc>
          <w:tcPr>
            <w:tcW w:w="685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  <w:color w:val="000000"/>
              </w:rPr>
            </w:pPr>
            <w:r w:rsidRPr="00D4461D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3827" w:type="dxa"/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3 σετ διασύνδεσης των Ρυθμιστών στροφών με </w:t>
            </w:r>
            <w:r w:rsidRPr="00D4461D">
              <w:rPr>
                <w:rFonts w:asciiTheme="minorHAnsi" w:hAnsiTheme="minorHAnsi" w:cstheme="minorHAnsi"/>
                <w:lang w:val="en-US"/>
              </w:rPr>
              <w:t>Windows</w:t>
            </w:r>
            <w:r w:rsidRPr="00D4461D">
              <w:rPr>
                <w:rFonts w:asciiTheme="minorHAnsi" w:hAnsiTheme="minorHAnsi" w:cstheme="minorHAnsi"/>
              </w:rPr>
              <w:t xml:space="preserve"> 10 </w:t>
            </w:r>
            <w:r w:rsidRPr="00D4461D">
              <w:rPr>
                <w:rFonts w:asciiTheme="minorHAnsi" w:hAnsiTheme="minorHAnsi" w:cstheme="minorHAnsi"/>
                <w:lang w:val="en-US"/>
              </w:rPr>
              <w:t>Laptop</w:t>
            </w:r>
            <w:r w:rsidRPr="00D4461D">
              <w:rPr>
                <w:rFonts w:asciiTheme="minorHAnsi" w:hAnsiTheme="minorHAnsi" w:cstheme="minorHAnsi"/>
              </w:rPr>
              <w:t xml:space="preserve"> σε </w:t>
            </w:r>
            <w:r w:rsidRPr="00D4461D">
              <w:rPr>
                <w:rFonts w:asciiTheme="minorHAnsi" w:hAnsiTheme="minorHAnsi" w:cstheme="minorHAnsi"/>
                <w:lang w:val="en-US"/>
              </w:rPr>
              <w:t>USB</w:t>
            </w:r>
            <w:r w:rsidRPr="00D4461D">
              <w:rPr>
                <w:rFonts w:asciiTheme="minorHAnsi" w:hAnsiTheme="minorHAnsi" w:cstheme="minorHAnsi"/>
              </w:rPr>
              <w:t xml:space="preserve"> ή </w:t>
            </w:r>
            <w:r w:rsidRPr="00D4461D">
              <w:rPr>
                <w:rFonts w:asciiTheme="minorHAnsi" w:hAnsiTheme="minorHAnsi" w:cstheme="minorHAnsi"/>
                <w:lang w:val="en-US"/>
              </w:rPr>
              <w:t>Ethernet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 xml:space="preserve">Λογισμικό διασύνδεσης με </w:t>
            </w:r>
            <w:r w:rsidRPr="00D4461D">
              <w:rPr>
                <w:rFonts w:asciiTheme="minorHAnsi" w:hAnsiTheme="minorHAnsi" w:cstheme="minorHAnsi"/>
                <w:lang w:val="en-US"/>
              </w:rPr>
              <w:t>Laptop</w:t>
            </w:r>
            <w:r w:rsidRPr="00D4461D">
              <w:rPr>
                <w:rFonts w:asciiTheme="minorHAnsi" w:hAnsiTheme="minorHAnsi" w:cstheme="minorHAnsi"/>
              </w:rPr>
              <w:t xml:space="preserve"> (με </w:t>
            </w:r>
            <w:r w:rsidRPr="00D4461D">
              <w:rPr>
                <w:rFonts w:asciiTheme="minorHAnsi" w:hAnsiTheme="minorHAnsi" w:cstheme="minorHAnsi"/>
                <w:lang w:val="en-US"/>
              </w:rPr>
              <w:t>minimum</w:t>
            </w:r>
            <w:r w:rsidRPr="00D4461D">
              <w:rPr>
                <w:rFonts w:asciiTheme="minorHAnsi" w:hAnsiTheme="minorHAnsi" w:cstheme="minorHAnsi"/>
              </w:rPr>
              <w:t xml:space="preserve"> 3 πλήρεις άδειες χρήσης)</w:t>
            </w: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  <w:lang w:val="en-GB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CD</w:t>
            </w:r>
            <w:r w:rsidRPr="00D4461D">
              <w:rPr>
                <w:rFonts w:asciiTheme="minorHAnsi" w:hAnsiTheme="minorHAnsi" w:cstheme="minorHAnsi"/>
              </w:rPr>
              <w:t>με</w:t>
            </w:r>
            <w:r w:rsidRPr="00D4461D">
              <w:rPr>
                <w:rFonts w:asciiTheme="minorHAnsi" w:hAnsiTheme="minorHAnsi" w:cstheme="minorHAnsi"/>
                <w:lang w:val="en-US"/>
              </w:rPr>
              <w:t>UserGuide</w:t>
            </w:r>
            <w:r w:rsidRPr="00D4461D">
              <w:rPr>
                <w:rFonts w:asciiTheme="minorHAnsi" w:hAnsiTheme="minorHAnsi" w:cstheme="minorHAnsi"/>
                <w:lang w:val="en-GB"/>
              </w:rPr>
              <w:t xml:space="preserve">, </w:t>
            </w:r>
            <w:r w:rsidRPr="00D4461D">
              <w:rPr>
                <w:rFonts w:asciiTheme="minorHAnsi" w:hAnsiTheme="minorHAnsi" w:cstheme="minorHAnsi"/>
                <w:lang w:val="en-US"/>
              </w:rPr>
              <w:t>InstallationGuide</w:t>
            </w:r>
            <w:r w:rsidRPr="00D4461D">
              <w:rPr>
                <w:rFonts w:asciiTheme="minorHAnsi" w:hAnsiTheme="minorHAnsi" w:cstheme="minorHAnsi"/>
                <w:lang w:val="en-GB"/>
              </w:rPr>
              <w:t>,</w:t>
            </w:r>
          </w:p>
          <w:p w:rsidR="002B787A" w:rsidRPr="002B787A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  <w:r w:rsidRPr="00D4461D">
              <w:rPr>
                <w:rFonts w:asciiTheme="minorHAnsi" w:hAnsiTheme="minorHAnsi" w:cstheme="minorHAnsi"/>
                <w:lang w:val="en-US"/>
              </w:rPr>
              <w:t>ProgrammersGuide</w:t>
            </w:r>
            <w:r w:rsidRPr="002B787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D4461D">
              <w:rPr>
                <w:rFonts w:asciiTheme="minorHAnsi" w:hAnsiTheme="minorHAnsi" w:cstheme="minorHAnsi"/>
              </w:rPr>
              <w:t>και</w:t>
            </w:r>
            <w:r w:rsidRPr="002B787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D4461D">
              <w:rPr>
                <w:rFonts w:asciiTheme="minorHAnsi" w:hAnsiTheme="minorHAnsi" w:cstheme="minorHAnsi"/>
              </w:rPr>
              <w:t>όλο</w:t>
            </w:r>
            <w:r w:rsidRPr="002B787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D4461D">
              <w:rPr>
                <w:rFonts w:asciiTheme="minorHAnsi" w:hAnsiTheme="minorHAnsi" w:cstheme="minorHAnsi"/>
              </w:rPr>
              <w:t>γενικά</w:t>
            </w:r>
            <w:r w:rsidRPr="002B787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D4461D">
              <w:rPr>
                <w:rFonts w:asciiTheme="minorHAnsi" w:hAnsiTheme="minorHAnsi" w:cstheme="minorHAnsi"/>
              </w:rPr>
              <w:t>το</w:t>
            </w:r>
            <w:r w:rsidRPr="002B787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D4461D">
              <w:rPr>
                <w:rFonts w:asciiTheme="minorHAnsi" w:hAnsiTheme="minorHAnsi" w:cstheme="minorHAnsi"/>
              </w:rPr>
              <w:t>απαραίτητο</w:t>
            </w:r>
            <w:r w:rsidRPr="002B787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D4461D">
              <w:rPr>
                <w:rFonts w:asciiTheme="minorHAnsi" w:hAnsiTheme="minorHAnsi" w:cstheme="minorHAnsi"/>
                <w:lang w:val="en-US"/>
              </w:rPr>
              <w:t>documentation</w:t>
            </w:r>
          </w:p>
        </w:tc>
        <w:tc>
          <w:tcPr>
            <w:tcW w:w="3827" w:type="dxa"/>
            <w:vAlign w:val="center"/>
          </w:tcPr>
          <w:p w:rsidR="002B787A" w:rsidRPr="002B787A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2B787A" w:rsidRPr="002B787A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B787A" w:rsidRPr="00F34D6D" w:rsidTr="002B787A">
        <w:trPr>
          <w:trHeight w:val="20"/>
          <w:jc w:val="center"/>
        </w:trPr>
        <w:tc>
          <w:tcPr>
            <w:tcW w:w="709" w:type="dxa"/>
            <w:tcBorders>
              <w:bottom w:val="double" w:sz="6" w:space="0" w:color="auto"/>
            </w:tcBorders>
            <w:vAlign w:val="center"/>
          </w:tcPr>
          <w:p w:rsidR="002B787A" w:rsidRPr="002B787A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  <w:p w:rsidR="002B787A" w:rsidRPr="002B787A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852" w:type="dxa"/>
            <w:tcBorders>
              <w:bottom w:val="double" w:sz="6" w:space="0" w:color="auto"/>
            </w:tcBorders>
            <w:vAlign w:val="center"/>
          </w:tcPr>
          <w:p w:rsidR="002B787A" w:rsidRPr="002B787A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85" w:type="dxa"/>
            <w:tcBorders>
              <w:bottom w:val="double" w:sz="6" w:space="0" w:color="auto"/>
            </w:tcBorders>
            <w:vAlign w:val="center"/>
          </w:tcPr>
          <w:p w:rsidR="002B787A" w:rsidRPr="002B787A" w:rsidRDefault="002B787A" w:rsidP="002B787A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3827" w:type="dxa"/>
            <w:tcBorders>
              <w:bottom w:val="double" w:sz="6" w:space="0" w:color="auto"/>
            </w:tcBorders>
            <w:vAlign w:val="center"/>
          </w:tcPr>
          <w:p w:rsidR="002B787A" w:rsidRPr="002B787A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827" w:type="dxa"/>
            <w:tcBorders>
              <w:bottom w:val="double" w:sz="6" w:space="0" w:color="auto"/>
            </w:tcBorders>
            <w:vAlign w:val="center"/>
          </w:tcPr>
          <w:p w:rsidR="002B787A" w:rsidRPr="002B787A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552" w:type="dxa"/>
            <w:tcBorders>
              <w:bottom w:val="double" w:sz="6" w:space="0" w:color="auto"/>
            </w:tcBorders>
            <w:vAlign w:val="center"/>
          </w:tcPr>
          <w:p w:rsidR="002B787A" w:rsidRPr="002B787A" w:rsidRDefault="002B787A" w:rsidP="002B787A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B787A" w:rsidRPr="00D4461D" w:rsidTr="002B787A">
        <w:trPr>
          <w:trHeight w:val="20"/>
          <w:jc w:val="center"/>
        </w:trPr>
        <w:tc>
          <w:tcPr>
            <w:tcW w:w="9073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2B787A" w:rsidRPr="002B787A" w:rsidRDefault="002B787A" w:rsidP="002B787A">
            <w:pPr>
              <w:tabs>
                <w:tab w:val="left" w:pos="8138"/>
              </w:tabs>
              <w:rPr>
                <w:rFonts w:asciiTheme="minorHAnsi" w:hAnsiTheme="minorHAnsi" w:cstheme="minorHAnsi"/>
                <w:lang w:val="en-US"/>
              </w:rPr>
            </w:pPr>
          </w:p>
          <w:p w:rsidR="002B787A" w:rsidRPr="002B787A" w:rsidRDefault="002B787A" w:rsidP="002B787A">
            <w:pPr>
              <w:tabs>
                <w:tab w:val="left" w:pos="8138"/>
              </w:tabs>
              <w:rPr>
                <w:rFonts w:asciiTheme="minorHAnsi" w:hAnsiTheme="minorHAnsi" w:cstheme="minorHAnsi"/>
                <w:lang w:val="en-US"/>
              </w:rPr>
            </w:pPr>
          </w:p>
          <w:p w:rsidR="002B787A" w:rsidRPr="002B787A" w:rsidRDefault="002B787A" w:rsidP="002B787A">
            <w:pPr>
              <w:tabs>
                <w:tab w:val="left" w:pos="8138"/>
              </w:tabs>
              <w:rPr>
                <w:rFonts w:asciiTheme="minorHAnsi" w:hAnsiTheme="minorHAnsi" w:cstheme="minorHAnsi"/>
                <w:lang w:val="en-US"/>
              </w:rPr>
            </w:pPr>
          </w:p>
          <w:p w:rsidR="002B787A" w:rsidRPr="002B787A" w:rsidRDefault="002B787A" w:rsidP="002B787A">
            <w:pPr>
              <w:tabs>
                <w:tab w:val="left" w:pos="8138"/>
              </w:tabs>
              <w:rPr>
                <w:rFonts w:asciiTheme="minorHAnsi" w:hAnsiTheme="minorHAnsi" w:cstheme="minorHAnsi"/>
                <w:lang w:val="en-US"/>
              </w:rPr>
            </w:pPr>
          </w:p>
          <w:p w:rsidR="002B787A" w:rsidRPr="002B787A" w:rsidRDefault="002B787A" w:rsidP="002B787A">
            <w:pPr>
              <w:tabs>
                <w:tab w:val="left" w:pos="8138"/>
              </w:tabs>
              <w:rPr>
                <w:rFonts w:asciiTheme="minorHAnsi" w:hAnsiTheme="minorHAnsi" w:cstheme="minorHAnsi"/>
                <w:lang w:val="en-US"/>
              </w:rPr>
            </w:pPr>
          </w:p>
          <w:p w:rsidR="002B787A" w:rsidRPr="002B787A" w:rsidRDefault="002B787A" w:rsidP="002B787A">
            <w:pPr>
              <w:tabs>
                <w:tab w:val="left" w:pos="8138"/>
              </w:tabs>
              <w:rPr>
                <w:rFonts w:asciiTheme="minorHAnsi" w:hAnsiTheme="minorHAnsi" w:cstheme="minorHAnsi"/>
                <w:lang w:val="en-US"/>
              </w:rPr>
            </w:pPr>
          </w:p>
          <w:p w:rsidR="002B787A" w:rsidRPr="002B787A" w:rsidRDefault="002B787A" w:rsidP="002B787A">
            <w:pPr>
              <w:tabs>
                <w:tab w:val="left" w:pos="8138"/>
              </w:tabs>
              <w:rPr>
                <w:rFonts w:asciiTheme="minorHAnsi" w:hAnsiTheme="minorHAnsi" w:cstheme="minorHAnsi"/>
                <w:lang w:val="en-US"/>
              </w:rPr>
            </w:pPr>
          </w:p>
          <w:p w:rsidR="002B787A" w:rsidRPr="002B787A" w:rsidRDefault="002B787A" w:rsidP="002B787A">
            <w:pPr>
              <w:tabs>
                <w:tab w:val="left" w:pos="8138"/>
              </w:tabs>
              <w:rPr>
                <w:rFonts w:asciiTheme="minorHAnsi" w:hAnsiTheme="minorHAnsi" w:cstheme="minorHAnsi"/>
                <w:lang w:val="en-US"/>
              </w:rPr>
            </w:pPr>
          </w:p>
          <w:p w:rsidR="002B787A" w:rsidRPr="00D4461D" w:rsidRDefault="002B787A" w:rsidP="002B787A">
            <w:pPr>
              <w:tabs>
                <w:tab w:val="left" w:pos="8138"/>
              </w:tabs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Ημερομηνία</w:t>
            </w:r>
            <w:r w:rsidRPr="00D4461D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637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</w:p>
          <w:p w:rsidR="002B787A" w:rsidRPr="00D4461D" w:rsidRDefault="002B787A" w:rsidP="002B787A">
            <w:pPr>
              <w:rPr>
                <w:rFonts w:asciiTheme="minorHAnsi" w:hAnsiTheme="minorHAnsi" w:cstheme="minorHAnsi"/>
              </w:rPr>
            </w:pPr>
            <w:r w:rsidRPr="00D4461D">
              <w:rPr>
                <w:rFonts w:asciiTheme="minorHAnsi" w:hAnsiTheme="minorHAnsi" w:cstheme="minorHAnsi"/>
              </w:rPr>
              <w:t>Σφραγίδα - Υπογραφή Προσφέροντα</w:t>
            </w:r>
          </w:p>
        </w:tc>
      </w:tr>
    </w:tbl>
    <w:p w:rsidR="002B787A" w:rsidRDefault="002B787A"/>
    <w:p w:rsidR="002B787A" w:rsidRDefault="002B787A">
      <w:pPr>
        <w:jc w:val="center"/>
        <w:rPr>
          <w:b/>
          <w:bCs/>
          <w:color w:val="FF0000"/>
          <w:sz w:val="24"/>
          <w:szCs w:val="24"/>
        </w:rPr>
      </w:pPr>
    </w:p>
    <w:p w:rsidR="00814A4A" w:rsidRDefault="00814A4A">
      <w:pPr>
        <w:rPr>
          <w:b/>
          <w:bCs/>
          <w:color w:val="FF0000"/>
          <w:sz w:val="24"/>
          <w:szCs w:val="24"/>
        </w:rPr>
      </w:pPr>
    </w:p>
    <w:sectPr w:rsidR="00814A4A" w:rsidSect="00F34D6D">
      <w:headerReference w:type="default" r:id="rId8"/>
      <w:footerReference w:type="default" r:id="rId9"/>
      <w:pgSz w:w="16838" w:h="11906" w:orient="landscape"/>
      <w:pgMar w:top="2126" w:right="1276" w:bottom="1133" w:left="568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7C8" w:rsidRDefault="00B417C8" w:rsidP="00C30A9D">
      <w:r>
        <w:separator/>
      </w:r>
    </w:p>
  </w:endnote>
  <w:endnote w:type="continuationSeparator" w:id="1">
    <w:p w:rsidR="00B417C8" w:rsidRDefault="00B417C8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WGWYK+Verdana">
    <w:altName w:val="Arial"/>
    <w:panose1 w:val="00000000000000000000"/>
    <w:charset w:val="A1"/>
    <w:family w:val="swiss"/>
    <w:notTrueType/>
    <w:pitch w:val="default"/>
    <w:sig w:usb0="00000083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HellasArial">
    <w:altName w:val="MS Mincho"/>
    <w:charset w:val="80"/>
    <w:family w:val="roman"/>
    <w:pitch w:val="variable"/>
    <w:sig w:usb0="00000000" w:usb1="00000000" w:usb2="00000000" w:usb3="00000000" w:csb0="0000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las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87A" w:rsidRDefault="002B787A">
    <w:pPr>
      <w:pStyle w:val="a4"/>
      <w:jc w:val="center"/>
    </w:pPr>
    <w:r>
      <w:t>[</w:t>
    </w:r>
    <w:fldSimple w:instr=" PAGE   \* MERGEFORMAT ">
      <w:r w:rsidR="00F34D6D">
        <w:rPr>
          <w:noProof/>
        </w:rPr>
        <w:t>1</w:t>
      </w:r>
    </w:fldSimple>
    <w:r>
      <w:t>]</w:t>
    </w:r>
  </w:p>
  <w:p w:rsidR="002B787A" w:rsidRDefault="002B787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7C8" w:rsidRDefault="00B417C8" w:rsidP="00C30A9D">
      <w:r>
        <w:separator/>
      </w:r>
    </w:p>
  </w:footnote>
  <w:footnote w:type="continuationSeparator" w:id="1">
    <w:p w:rsidR="00B417C8" w:rsidRDefault="00B417C8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87A" w:rsidRDefault="002B787A" w:rsidP="001D60AD">
    <w:pPr>
      <w:pStyle w:val="a3"/>
      <w:tabs>
        <w:tab w:val="clear" w:pos="4153"/>
        <w:tab w:val="clear" w:pos="8306"/>
        <w:tab w:val="left" w:pos="284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296545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5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107FAD"/>
    <w:multiLevelType w:val="hybridMultilevel"/>
    <w:tmpl w:val="E2DEF0A8"/>
    <w:lvl w:ilvl="0" w:tplc="EA347FB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DA40716E" w:tentative="1">
      <w:start w:val="1"/>
      <w:numFmt w:val="lowerLetter"/>
      <w:lvlText w:val="%2."/>
      <w:lvlJc w:val="left"/>
      <w:pPr>
        <w:ind w:left="2160" w:hanging="360"/>
      </w:pPr>
    </w:lvl>
    <w:lvl w:ilvl="2" w:tplc="1FD6A3F2" w:tentative="1">
      <w:start w:val="1"/>
      <w:numFmt w:val="lowerRoman"/>
      <w:lvlText w:val="%3."/>
      <w:lvlJc w:val="right"/>
      <w:pPr>
        <w:ind w:left="2880" w:hanging="180"/>
      </w:pPr>
    </w:lvl>
    <w:lvl w:ilvl="3" w:tplc="08CA949C" w:tentative="1">
      <w:start w:val="1"/>
      <w:numFmt w:val="decimal"/>
      <w:lvlText w:val="%4."/>
      <w:lvlJc w:val="left"/>
      <w:pPr>
        <w:ind w:left="3600" w:hanging="360"/>
      </w:pPr>
    </w:lvl>
    <w:lvl w:ilvl="4" w:tplc="9080EBE2" w:tentative="1">
      <w:start w:val="1"/>
      <w:numFmt w:val="lowerLetter"/>
      <w:lvlText w:val="%5."/>
      <w:lvlJc w:val="left"/>
      <w:pPr>
        <w:ind w:left="4320" w:hanging="360"/>
      </w:pPr>
    </w:lvl>
    <w:lvl w:ilvl="5" w:tplc="CF36F5B8" w:tentative="1">
      <w:start w:val="1"/>
      <w:numFmt w:val="lowerRoman"/>
      <w:lvlText w:val="%6."/>
      <w:lvlJc w:val="right"/>
      <w:pPr>
        <w:ind w:left="5040" w:hanging="180"/>
      </w:pPr>
    </w:lvl>
    <w:lvl w:ilvl="6" w:tplc="24CC1A98" w:tentative="1">
      <w:start w:val="1"/>
      <w:numFmt w:val="decimal"/>
      <w:lvlText w:val="%7."/>
      <w:lvlJc w:val="left"/>
      <w:pPr>
        <w:ind w:left="5760" w:hanging="360"/>
      </w:pPr>
    </w:lvl>
    <w:lvl w:ilvl="7" w:tplc="BAE0C050" w:tentative="1">
      <w:start w:val="1"/>
      <w:numFmt w:val="lowerLetter"/>
      <w:lvlText w:val="%8."/>
      <w:lvlJc w:val="left"/>
      <w:pPr>
        <w:ind w:left="6480" w:hanging="360"/>
      </w:pPr>
    </w:lvl>
    <w:lvl w:ilvl="8" w:tplc="58B6D81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1997657"/>
    <w:multiLevelType w:val="hybridMultilevel"/>
    <w:tmpl w:val="13C8250C"/>
    <w:name w:val="WW8Num2"/>
    <w:lvl w:ilvl="0" w:tplc="415E2AA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68EC7C7E" w:tentative="1">
      <w:start w:val="1"/>
      <w:numFmt w:val="lowerLetter"/>
      <w:lvlText w:val="%2."/>
      <w:lvlJc w:val="left"/>
      <w:pPr>
        <w:ind w:left="1440" w:hanging="360"/>
      </w:pPr>
    </w:lvl>
    <w:lvl w:ilvl="2" w:tplc="50B82156" w:tentative="1">
      <w:start w:val="1"/>
      <w:numFmt w:val="lowerRoman"/>
      <w:lvlText w:val="%3."/>
      <w:lvlJc w:val="right"/>
      <w:pPr>
        <w:ind w:left="2160" w:hanging="180"/>
      </w:pPr>
    </w:lvl>
    <w:lvl w:ilvl="3" w:tplc="34BEC1A4" w:tentative="1">
      <w:start w:val="1"/>
      <w:numFmt w:val="decimal"/>
      <w:lvlText w:val="%4."/>
      <w:lvlJc w:val="left"/>
      <w:pPr>
        <w:ind w:left="2880" w:hanging="360"/>
      </w:pPr>
    </w:lvl>
    <w:lvl w:ilvl="4" w:tplc="3A94A7AE" w:tentative="1">
      <w:start w:val="1"/>
      <w:numFmt w:val="lowerLetter"/>
      <w:lvlText w:val="%5."/>
      <w:lvlJc w:val="left"/>
      <w:pPr>
        <w:ind w:left="3600" w:hanging="360"/>
      </w:pPr>
    </w:lvl>
    <w:lvl w:ilvl="5" w:tplc="4CCEF7F8" w:tentative="1">
      <w:start w:val="1"/>
      <w:numFmt w:val="lowerRoman"/>
      <w:lvlText w:val="%6."/>
      <w:lvlJc w:val="right"/>
      <w:pPr>
        <w:ind w:left="4320" w:hanging="180"/>
      </w:pPr>
    </w:lvl>
    <w:lvl w:ilvl="6" w:tplc="9168D542" w:tentative="1">
      <w:start w:val="1"/>
      <w:numFmt w:val="decimal"/>
      <w:lvlText w:val="%7."/>
      <w:lvlJc w:val="left"/>
      <w:pPr>
        <w:ind w:left="5040" w:hanging="360"/>
      </w:pPr>
    </w:lvl>
    <w:lvl w:ilvl="7" w:tplc="D166B90C" w:tentative="1">
      <w:start w:val="1"/>
      <w:numFmt w:val="lowerLetter"/>
      <w:lvlText w:val="%8."/>
      <w:lvlJc w:val="left"/>
      <w:pPr>
        <w:ind w:left="5760" w:hanging="360"/>
      </w:pPr>
    </w:lvl>
    <w:lvl w:ilvl="8" w:tplc="A97201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E964FC"/>
    <w:multiLevelType w:val="hybridMultilevel"/>
    <w:tmpl w:val="C5EEB4F4"/>
    <w:name w:val="WW8Num8"/>
    <w:lvl w:ilvl="0" w:tplc="A950E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CAE6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9626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A8E6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4CA4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C20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82B3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4216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48F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3BA1819"/>
    <w:multiLevelType w:val="hybridMultilevel"/>
    <w:tmpl w:val="42BECDB6"/>
    <w:name w:val="WW8Num3"/>
    <w:lvl w:ilvl="0" w:tplc="8B1421E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A412E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8E80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848E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4430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80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16F3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882E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F0B4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8A07A9"/>
    <w:multiLevelType w:val="hybridMultilevel"/>
    <w:tmpl w:val="074C62B8"/>
    <w:lvl w:ilvl="0" w:tplc="DE2E1DE6">
      <w:start w:val="1"/>
      <w:numFmt w:val="decimal"/>
      <w:lvlText w:val="%1."/>
      <w:lvlJc w:val="left"/>
      <w:pPr>
        <w:ind w:left="1440" w:hanging="360"/>
      </w:pPr>
    </w:lvl>
    <w:lvl w:ilvl="1" w:tplc="7984362C" w:tentative="1">
      <w:start w:val="1"/>
      <w:numFmt w:val="lowerLetter"/>
      <w:lvlText w:val="%2."/>
      <w:lvlJc w:val="left"/>
      <w:pPr>
        <w:ind w:left="2160" w:hanging="360"/>
      </w:pPr>
    </w:lvl>
    <w:lvl w:ilvl="2" w:tplc="9522ABF4" w:tentative="1">
      <w:start w:val="1"/>
      <w:numFmt w:val="lowerRoman"/>
      <w:lvlText w:val="%3."/>
      <w:lvlJc w:val="right"/>
      <w:pPr>
        <w:ind w:left="2880" w:hanging="180"/>
      </w:pPr>
    </w:lvl>
    <w:lvl w:ilvl="3" w:tplc="3BDA7248" w:tentative="1">
      <w:start w:val="1"/>
      <w:numFmt w:val="decimal"/>
      <w:lvlText w:val="%4."/>
      <w:lvlJc w:val="left"/>
      <w:pPr>
        <w:ind w:left="3600" w:hanging="360"/>
      </w:pPr>
    </w:lvl>
    <w:lvl w:ilvl="4" w:tplc="B170C33A" w:tentative="1">
      <w:start w:val="1"/>
      <w:numFmt w:val="lowerLetter"/>
      <w:lvlText w:val="%5."/>
      <w:lvlJc w:val="left"/>
      <w:pPr>
        <w:ind w:left="4320" w:hanging="360"/>
      </w:pPr>
    </w:lvl>
    <w:lvl w:ilvl="5" w:tplc="15108AEA" w:tentative="1">
      <w:start w:val="1"/>
      <w:numFmt w:val="lowerRoman"/>
      <w:lvlText w:val="%6."/>
      <w:lvlJc w:val="right"/>
      <w:pPr>
        <w:ind w:left="5040" w:hanging="180"/>
      </w:pPr>
    </w:lvl>
    <w:lvl w:ilvl="6" w:tplc="A96AC6CA" w:tentative="1">
      <w:start w:val="1"/>
      <w:numFmt w:val="decimal"/>
      <w:lvlText w:val="%7."/>
      <w:lvlJc w:val="left"/>
      <w:pPr>
        <w:ind w:left="5760" w:hanging="360"/>
      </w:pPr>
    </w:lvl>
    <w:lvl w:ilvl="7" w:tplc="E0524C8C" w:tentative="1">
      <w:start w:val="1"/>
      <w:numFmt w:val="lowerLetter"/>
      <w:lvlText w:val="%8."/>
      <w:lvlJc w:val="left"/>
      <w:pPr>
        <w:ind w:left="6480" w:hanging="360"/>
      </w:pPr>
    </w:lvl>
    <w:lvl w:ilvl="8" w:tplc="1DCEB32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8F7FDA"/>
    <w:multiLevelType w:val="multilevel"/>
    <w:tmpl w:val="D80CC9BC"/>
    <w:name w:val="WW8Num14"/>
    <w:lvl w:ilvl="0">
      <w:start w:val="6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l-GR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C6B81"/>
    <w:multiLevelType w:val="hybridMultilevel"/>
    <w:tmpl w:val="29564246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B22F9"/>
    <w:multiLevelType w:val="hybridMultilevel"/>
    <w:tmpl w:val="51EE9AA2"/>
    <w:lvl w:ilvl="0" w:tplc="B164DACC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  <w:sz w:val="22"/>
        <w:szCs w:val="22"/>
      </w:rPr>
    </w:lvl>
    <w:lvl w:ilvl="1" w:tplc="65E0C912">
      <w:start w:val="1"/>
      <w:numFmt w:val="bullet"/>
      <w:lvlText w:val="▫"/>
      <w:lvlJc w:val="left"/>
      <w:pPr>
        <w:ind w:left="1440" w:hanging="360"/>
      </w:pPr>
      <w:rPr>
        <w:rFonts w:ascii="Courier New" w:hAnsi="Courier New" w:hint="default"/>
        <w:sz w:val="22"/>
        <w:szCs w:val="22"/>
      </w:rPr>
    </w:lvl>
    <w:lvl w:ilvl="2" w:tplc="55DEA0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AA8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BA7A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BE43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01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46C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D2BA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417A0"/>
    <w:multiLevelType w:val="hybridMultilevel"/>
    <w:tmpl w:val="66D093B0"/>
    <w:lvl w:ilvl="0" w:tplc="1B30761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1B307612" w:tentative="1">
      <w:start w:val="1"/>
      <w:numFmt w:val="lowerLetter"/>
      <w:lvlText w:val="%2."/>
      <w:lvlJc w:val="left"/>
      <w:pPr>
        <w:ind w:left="1724" w:hanging="360"/>
      </w:pPr>
    </w:lvl>
    <w:lvl w:ilvl="2" w:tplc="04080005" w:tentative="1">
      <w:start w:val="1"/>
      <w:numFmt w:val="lowerRoman"/>
      <w:lvlText w:val="%3."/>
      <w:lvlJc w:val="right"/>
      <w:pPr>
        <w:ind w:left="2444" w:hanging="180"/>
      </w:pPr>
    </w:lvl>
    <w:lvl w:ilvl="3" w:tplc="04080001" w:tentative="1">
      <w:start w:val="1"/>
      <w:numFmt w:val="decimal"/>
      <w:lvlText w:val="%4."/>
      <w:lvlJc w:val="left"/>
      <w:pPr>
        <w:ind w:left="3164" w:hanging="360"/>
      </w:pPr>
    </w:lvl>
    <w:lvl w:ilvl="4" w:tplc="04080003" w:tentative="1">
      <w:start w:val="1"/>
      <w:numFmt w:val="lowerLetter"/>
      <w:lvlText w:val="%5."/>
      <w:lvlJc w:val="left"/>
      <w:pPr>
        <w:ind w:left="3884" w:hanging="360"/>
      </w:pPr>
    </w:lvl>
    <w:lvl w:ilvl="5" w:tplc="04080005" w:tentative="1">
      <w:start w:val="1"/>
      <w:numFmt w:val="lowerRoman"/>
      <w:lvlText w:val="%6."/>
      <w:lvlJc w:val="right"/>
      <w:pPr>
        <w:ind w:left="4604" w:hanging="180"/>
      </w:pPr>
    </w:lvl>
    <w:lvl w:ilvl="6" w:tplc="04080001" w:tentative="1">
      <w:start w:val="1"/>
      <w:numFmt w:val="decimal"/>
      <w:lvlText w:val="%7."/>
      <w:lvlJc w:val="left"/>
      <w:pPr>
        <w:ind w:left="5324" w:hanging="360"/>
      </w:pPr>
    </w:lvl>
    <w:lvl w:ilvl="7" w:tplc="04080003" w:tentative="1">
      <w:start w:val="1"/>
      <w:numFmt w:val="lowerLetter"/>
      <w:lvlText w:val="%8."/>
      <w:lvlJc w:val="left"/>
      <w:pPr>
        <w:ind w:left="6044" w:hanging="360"/>
      </w:pPr>
    </w:lvl>
    <w:lvl w:ilvl="8" w:tplc="0408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DF27AC6"/>
    <w:multiLevelType w:val="hybridMultilevel"/>
    <w:tmpl w:val="92009914"/>
    <w:lvl w:ilvl="0" w:tplc="04080001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70414"/>
    <w:multiLevelType w:val="hybridMultilevel"/>
    <w:tmpl w:val="36C445E2"/>
    <w:lvl w:ilvl="0" w:tplc="E988ACFE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21A28A72" w:tentative="1">
      <w:start w:val="1"/>
      <w:numFmt w:val="lowerLetter"/>
      <w:lvlText w:val="%2."/>
      <w:lvlJc w:val="left"/>
      <w:pPr>
        <w:ind w:left="1440" w:hanging="360"/>
      </w:pPr>
    </w:lvl>
    <w:lvl w:ilvl="2" w:tplc="A1C0C48A" w:tentative="1">
      <w:start w:val="1"/>
      <w:numFmt w:val="lowerRoman"/>
      <w:lvlText w:val="%3."/>
      <w:lvlJc w:val="right"/>
      <w:pPr>
        <w:ind w:left="2160" w:hanging="180"/>
      </w:pPr>
    </w:lvl>
    <w:lvl w:ilvl="3" w:tplc="70E0C81C" w:tentative="1">
      <w:start w:val="1"/>
      <w:numFmt w:val="decimal"/>
      <w:lvlText w:val="%4."/>
      <w:lvlJc w:val="left"/>
      <w:pPr>
        <w:ind w:left="2880" w:hanging="360"/>
      </w:pPr>
    </w:lvl>
    <w:lvl w:ilvl="4" w:tplc="8F509036" w:tentative="1">
      <w:start w:val="1"/>
      <w:numFmt w:val="lowerLetter"/>
      <w:lvlText w:val="%5."/>
      <w:lvlJc w:val="left"/>
      <w:pPr>
        <w:ind w:left="3600" w:hanging="360"/>
      </w:pPr>
    </w:lvl>
    <w:lvl w:ilvl="5" w:tplc="C93EED0E" w:tentative="1">
      <w:start w:val="1"/>
      <w:numFmt w:val="lowerRoman"/>
      <w:lvlText w:val="%6."/>
      <w:lvlJc w:val="right"/>
      <w:pPr>
        <w:ind w:left="4320" w:hanging="180"/>
      </w:pPr>
    </w:lvl>
    <w:lvl w:ilvl="6" w:tplc="C952D954" w:tentative="1">
      <w:start w:val="1"/>
      <w:numFmt w:val="decimal"/>
      <w:lvlText w:val="%7."/>
      <w:lvlJc w:val="left"/>
      <w:pPr>
        <w:ind w:left="5040" w:hanging="360"/>
      </w:pPr>
    </w:lvl>
    <w:lvl w:ilvl="7" w:tplc="21425EBC" w:tentative="1">
      <w:start w:val="1"/>
      <w:numFmt w:val="lowerLetter"/>
      <w:lvlText w:val="%8."/>
      <w:lvlJc w:val="left"/>
      <w:pPr>
        <w:ind w:left="5760" w:hanging="360"/>
      </w:pPr>
    </w:lvl>
    <w:lvl w:ilvl="8" w:tplc="DA0CA3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37D68"/>
    <w:multiLevelType w:val="hybridMultilevel"/>
    <w:tmpl w:val="6B3A08E4"/>
    <w:lvl w:ilvl="0" w:tplc="CD82A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81FCC"/>
    <w:multiLevelType w:val="hybridMultilevel"/>
    <w:tmpl w:val="1104448A"/>
    <w:lvl w:ilvl="0" w:tplc="0408000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59611E0"/>
    <w:multiLevelType w:val="hybridMultilevel"/>
    <w:tmpl w:val="0EE48C9E"/>
    <w:lvl w:ilvl="0" w:tplc="0914A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60F8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DC58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A48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4C90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F49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0EAE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47A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4E21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445677"/>
    <w:multiLevelType w:val="hybridMultilevel"/>
    <w:tmpl w:val="B1B02B16"/>
    <w:lvl w:ilvl="0" w:tplc="0408000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AB63E1B"/>
    <w:multiLevelType w:val="hybridMultilevel"/>
    <w:tmpl w:val="9F622210"/>
    <w:lvl w:ilvl="0" w:tplc="DBE0BE68">
      <w:start w:val="1"/>
      <w:numFmt w:val="decimal"/>
      <w:lvlText w:val="%1)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BB441DC"/>
    <w:multiLevelType w:val="hybridMultilevel"/>
    <w:tmpl w:val="9DE4BC0E"/>
    <w:lvl w:ilvl="0" w:tplc="58E0E092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  <w:sz w:val="22"/>
        <w:szCs w:val="22"/>
      </w:rPr>
    </w:lvl>
    <w:lvl w:ilvl="1" w:tplc="0408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242BE4"/>
    <w:multiLevelType w:val="hybridMultilevel"/>
    <w:tmpl w:val="2878DFFC"/>
    <w:lvl w:ilvl="0" w:tplc="1B307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CE31FC"/>
    <w:multiLevelType w:val="hybridMultilevel"/>
    <w:tmpl w:val="B8AC5296"/>
    <w:lvl w:ilvl="0" w:tplc="04080001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76F39"/>
    <w:multiLevelType w:val="hybridMultilevel"/>
    <w:tmpl w:val="7E54DCA0"/>
    <w:lvl w:ilvl="0" w:tplc="1B307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6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11B6"/>
    <w:multiLevelType w:val="hybridMultilevel"/>
    <w:tmpl w:val="5D1A3BC8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31419B"/>
    <w:multiLevelType w:val="hybridMultilevel"/>
    <w:tmpl w:val="17349EBA"/>
    <w:lvl w:ilvl="0" w:tplc="58E0E092">
      <w:start w:val="1"/>
      <w:numFmt w:val="bullet"/>
      <w:lvlText w:val="—"/>
      <w:lvlJc w:val="left"/>
      <w:pPr>
        <w:ind w:left="720" w:hanging="360"/>
      </w:pPr>
      <w:rPr>
        <w:rFonts w:ascii="Stencil" w:hAnsi="Stencil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F686C"/>
    <w:multiLevelType w:val="hybridMultilevel"/>
    <w:tmpl w:val="9768F35C"/>
    <w:lvl w:ilvl="0" w:tplc="EF1CC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03">
      <w:start w:val="1"/>
      <w:numFmt w:val="decimal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9B371B"/>
    <w:multiLevelType w:val="hybridMultilevel"/>
    <w:tmpl w:val="98603C08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6D18D2"/>
    <w:multiLevelType w:val="hybridMultilevel"/>
    <w:tmpl w:val="1DF8186E"/>
    <w:lvl w:ilvl="0" w:tplc="DC06596C">
      <w:start w:val="1"/>
      <w:numFmt w:val="decimal"/>
      <w:lvlText w:val="%1."/>
      <w:lvlJc w:val="left"/>
      <w:pPr>
        <w:ind w:left="1004" w:hanging="360"/>
      </w:pPr>
      <w:rPr>
        <w:b/>
        <w:color w:val="auto"/>
      </w:rPr>
    </w:lvl>
    <w:lvl w:ilvl="1" w:tplc="04080003" w:tentative="1">
      <w:start w:val="1"/>
      <w:numFmt w:val="lowerLetter"/>
      <w:lvlText w:val="%2."/>
      <w:lvlJc w:val="left"/>
      <w:pPr>
        <w:ind w:left="1724" w:hanging="360"/>
      </w:pPr>
    </w:lvl>
    <w:lvl w:ilvl="2" w:tplc="04080005" w:tentative="1">
      <w:start w:val="1"/>
      <w:numFmt w:val="lowerRoman"/>
      <w:lvlText w:val="%3."/>
      <w:lvlJc w:val="right"/>
      <w:pPr>
        <w:ind w:left="2444" w:hanging="180"/>
      </w:pPr>
    </w:lvl>
    <w:lvl w:ilvl="3" w:tplc="04080001" w:tentative="1">
      <w:start w:val="1"/>
      <w:numFmt w:val="decimal"/>
      <w:lvlText w:val="%4."/>
      <w:lvlJc w:val="left"/>
      <w:pPr>
        <w:ind w:left="3164" w:hanging="360"/>
      </w:pPr>
    </w:lvl>
    <w:lvl w:ilvl="4" w:tplc="04080003" w:tentative="1">
      <w:start w:val="1"/>
      <w:numFmt w:val="lowerLetter"/>
      <w:lvlText w:val="%5."/>
      <w:lvlJc w:val="left"/>
      <w:pPr>
        <w:ind w:left="3884" w:hanging="360"/>
      </w:pPr>
    </w:lvl>
    <w:lvl w:ilvl="5" w:tplc="04080005" w:tentative="1">
      <w:start w:val="1"/>
      <w:numFmt w:val="lowerRoman"/>
      <w:lvlText w:val="%6."/>
      <w:lvlJc w:val="right"/>
      <w:pPr>
        <w:ind w:left="4604" w:hanging="180"/>
      </w:pPr>
    </w:lvl>
    <w:lvl w:ilvl="6" w:tplc="04080001" w:tentative="1">
      <w:start w:val="1"/>
      <w:numFmt w:val="decimal"/>
      <w:lvlText w:val="%7."/>
      <w:lvlJc w:val="left"/>
      <w:pPr>
        <w:ind w:left="5324" w:hanging="360"/>
      </w:pPr>
    </w:lvl>
    <w:lvl w:ilvl="7" w:tplc="04080003" w:tentative="1">
      <w:start w:val="1"/>
      <w:numFmt w:val="lowerLetter"/>
      <w:lvlText w:val="%8."/>
      <w:lvlJc w:val="left"/>
      <w:pPr>
        <w:ind w:left="6044" w:hanging="360"/>
      </w:pPr>
    </w:lvl>
    <w:lvl w:ilvl="8" w:tplc="0408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6CF12DAE"/>
    <w:multiLevelType w:val="hybridMultilevel"/>
    <w:tmpl w:val="33CED7D6"/>
    <w:lvl w:ilvl="0" w:tplc="71A2D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D438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471742"/>
    <w:multiLevelType w:val="hybridMultilevel"/>
    <w:tmpl w:val="C2B4F454"/>
    <w:lvl w:ilvl="0" w:tplc="6EDEAEE0">
      <w:start w:val="1"/>
      <w:numFmt w:val="decimal"/>
      <w:lvlText w:val="%1."/>
      <w:lvlJc w:val="left"/>
      <w:pPr>
        <w:ind w:left="1288" w:hanging="360"/>
      </w:pPr>
      <w:rPr>
        <w:b/>
      </w:rPr>
    </w:lvl>
    <w:lvl w:ilvl="1" w:tplc="04080001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DC424DF"/>
    <w:multiLevelType w:val="hybridMultilevel"/>
    <w:tmpl w:val="0CD6E2D4"/>
    <w:lvl w:ilvl="0" w:tplc="A7945F12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FAC3AAD"/>
    <w:multiLevelType w:val="hybridMultilevel"/>
    <w:tmpl w:val="63948402"/>
    <w:lvl w:ilvl="0" w:tplc="AB7891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23"/>
  </w:num>
  <w:num w:numId="5">
    <w:abstractNumId w:val="21"/>
  </w:num>
  <w:num w:numId="6">
    <w:abstractNumId w:val="9"/>
  </w:num>
  <w:num w:numId="7">
    <w:abstractNumId w:val="25"/>
  </w:num>
  <w:num w:numId="8">
    <w:abstractNumId w:val="14"/>
  </w:num>
  <w:num w:numId="9">
    <w:abstractNumId w:val="13"/>
  </w:num>
  <w:num w:numId="10">
    <w:abstractNumId w:val="11"/>
  </w:num>
  <w:num w:numId="11">
    <w:abstractNumId w:val="15"/>
  </w:num>
  <w:num w:numId="12">
    <w:abstractNumId w:val="10"/>
  </w:num>
  <w:num w:numId="13">
    <w:abstractNumId w:val="19"/>
  </w:num>
  <w:num w:numId="14">
    <w:abstractNumId w:val="24"/>
  </w:num>
  <w:num w:numId="15">
    <w:abstractNumId w:val="27"/>
  </w:num>
  <w:num w:numId="16">
    <w:abstractNumId w:val="29"/>
  </w:num>
  <w:num w:numId="17">
    <w:abstractNumId w:val="2"/>
  </w:num>
  <w:num w:numId="18">
    <w:abstractNumId w:val="26"/>
  </w:num>
  <w:num w:numId="19">
    <w:abstractNumId w:val="16"/>
  </w:num>
  <w:num w:numId="20">
    <w:abstractNumId w:val="28"/>
  </w:num>
  <w:num w:numId="21">
    <w:abstractNumId w:val="1"/>
  </w:num>
  <w:num w:numId="22">
    <w:abstractNumId w:val="0"/>
  </w:num>
  <w:num w:numId="23">
    <w:abstractNumId w:val="20"/>
  </w:num>
  <w:num w:numId="24">
    <w:abstractNumId w:val="8"/>
  </w:num>
  <w:num w:numId="25">
    <w:abstractNumId w:val="17"/>
  </w:num>
  <w:num w:numId="26">
    <w:abstractNumId w:val="12"/>
  </w:num>
  <w:num w:numId="27">
    <w:abstractNumId w:val="2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140290"/>
  </w:hdrShapeDefaults>
  <w:footnotePr>
    <w:footnote w:id="0"/>
    <w:footnote w:id="1"/>
  </w:footnotePr>
  <w:endnotePr>
    <w:endnote w:id="0"/>
    <w:endnote w:id="1"/>
  </w:endnotePr>
  <w:compat/>
  <w:rsids>
    <w:rsidRoot w:val="00F203C4"/>
    <w:rsid w:val="000044DA"/>
    <w:rsid w:val="00005262"/>
    <w:rsid w:val="00007E34"/>
    <w:rsid w:val="0001164A"/>
    <w:rsid w:val="0001325C"/>
    <w:rsid w:val="0001579D"/>
    <w:rsid w:val="00022D9F"/>
    <w:rsid w:val="000248BF"/>
    <w:rsid w:val="00024FF0"/>
    <w:rsid w:val="00025019"/>
    <w:rsid w:val="00030094"/>
    <w:rsid w:val="000366BF"/>
    <w:rsid w:val="000370F1"/>
    <w:rsid w:val="000400AF"/>
    <w:rsid w:val="000442C9"/>
    <w:rsid w:val="00053141"/>
    <w:rsid w:val="00060D92"/>
    <w:rsid w:val="00060F48"/>
    <w:rsid w:val="000613CA"/>
    <w:rsid w:val="000638B4"/>
    <w:rsid w:val="00064F02"/>
    <w:rsid w:val="00065A76"/>
    <w:rsid w:val="00081144"/>
    <w:rsid w:val="00090E98"/>
    <w:rsid w:val="0009293A"/>
    <w:rsid w:val="00093476"/>
    <w:rsid w:val="000939B7"/>
    <w:rsid w:val="00094508"/>
    <w:rsid w:val="00096666"/>
    <w:rsid w:val="000A465E"/>
    <w:rsid w:val="000B039F"/>
    <w:rsid w:val="000B1CFE"/>
    <w:rsid w:val="000B25EE"/>
    <w:rsid w:val="000B265F"/>
    <w:rsid w:val="000B3ADF"/>
    <w:rsid w:val="000C31A4"/>
    <w:rsid w:val="000C5C91"/>
    <w:rsid w:val="000D10DE"/>
    <w:rsid w:val="000D1283"/>
    <w:rsid w:val="000D3E04"/>
    <w:rsid w:val="000E08F6"/>
    <w:rsid w:val="000E28FD"/>
    <w:rsid w:val="000E6B18"/>
    <w:rsid w:val="000F4B24"/>
    <w:rsid w:val="000F6F94"/>
    <w:rsid w:val="00100AFD"/>
    <w:rsid w:val="00101CC1"/>
    <w:rsid w:val="001050F7"/>
    <w:rsid w:val="0010663C"/>
    <w:rsid w:val="0011019B"/>
    <w:rsid w:val="001117AC"/>
    <w:rsid w:val="00114DB0"/>
    <w:rsid w:val="00120346"/>
    <w:rsid w:val="0012095C"/>
    <w:rsid w:val="00124F19"/>
    <w:rsid w:val="00131273"/>
    <w:rsid w:val="001349A5"/>
    <w:rsid w:val="001364EE"/>
    <w:rsid w:val="001436BB"/>
    <w:rsid w:val="00144164"/>
    <w:rsid w:val="00146E8A"/>
    <w:rsid w:val="001501C7"/>
    <w:rsid w:val="00153CBA"/>
    <w:rsid w:val="0015458F"/>
    <w:rsid w:val="001559B6"/>
    <w:rsid w:val="001571CE"/>
    <w:rsid w:val="00165BA7"/>
    <w:rsid w:val="0017281D"/>
    <w:rsid w:val="00174396"/>
    <w:rsid w:val="00176E26"/>
    <w:rsid w:val="001773EC"/>
    <w:rsid w:val="00193DB2"/>
    <w:rsid w:val="001A0F06"/>
    <w:rsid w:val="001C6D57"/>
    <w:rsid w:val="001D1B81"/>
    <w:rsid w:val="001D237C"/>
    <w:rsid w:val="001D3121"/>
    <w:rsid w:val="001D58EF"/>
    <w:rsid w:val="001D60AD"/>
    <w:rsid w:val="001D66C3"/>
    <w:rsid w:val="001D68FD"/>
    <w:rsid w:val="001D74C9"/>
    <w:rsid w:val="001E3005"/>
    <w:rsid w:val="001E3606"/>
    <w:rsid w:val="001E5CAD"/>
    <w:rsid w:val="001F1298"/>
    <w:rsid w:val="001F1616"/>
    <w:rsid w:val="001F1AEE"/>
    <w:rsid w:val="001F1DAC"/>
    <w:rsid w:val="001F75F6"/>
    <w:rsid w:val="001F7CB4"/>
    <w:rsid w:val="00200EE3"/>
    <w:rsid w:val="00201823"/>
    <w:rsid w:val="00214C68"/>
    <w:rsid w:val="002206C6"/>
    <w:rsid w:val="00220A14"/>
    <w:rsid w:val="00223AE3"/>
    <w:rsid w:val="00225DA9"/>
    <w:rsid w:val="00231499"/>
    <w:rsid w:val="00236BAC"/>
    <w:rsid w:val="0024050D"/>
    <w:rsid w:val="002564F7"/>
    <w:rsid w:val="00257598"/>
    <w:rsid w:val="002704A1"/>
    <w:rsid w:val="00271DE1"/>
    <w:rsid w:val="00273BA3"/>
    <w:rsid w:val="00280B58"/>
    <w:rsid w:val="00281E3F"/>
    <w:rsid w:val="00282635"/>
    <w:rsid w:val="002836DE"/>
    <w:rsid w:val="00291CBC"/>
    <w:rsid w:val="00292339"/>
    <w:rsid w:val="00295A96"/>
    <w:rsid w:val="002A11EF"/>
    <w:rsid w:val="002A5B54"/>
    <w:rsid w:val="002A60F6"/>
    <w:rsid w:val="002A7470"/>
    <w:rsid w:val="002B06CD"/>
    <w:rsid w:val="002B257B"/>
    <w:rsid w:val="002B4B78"/>
    <w:rsid w:val="002B6878"/>
    <w:rsid w:val="002B787A"/>
    <w:rsid w:val="002C27DE"/>
    <w:rsid w:val="002C58E9"/>
    <w:rsid w:val="002C6896"/>
    <w:rsid w:val="002C75F9"/>
    <w:rsid w:val="002D03C8"/>
    <w:rsid w:val="002D1E56"/>
    <w:rsid w:val="002D37A0"/>
    <w:rsid w:val="002D43B1"/>
    <w:rsid w:val="002D70C8"/>
    <w:rsid w:val="002E02EC"/>
    <w:rsid w:val="002E16C5"/>
    <w:rsid w:val="002E1F2D"/>
    <w:rsid w:val="002E2F21"/>
    <w:rsid w:val="002E2F5E"/>
    <w:rsid w:val="002E464F"/>
    <w:rsid w:val="002E7EB5"/>
    <w:rsid w:val="002F0FDF"/>
    <w:rsid w:val="002F1800"/>
    <w:rsid w:val="002F6D2E"/>
    <w:rsid w:val="003004FA"/>
    <w:rsid w:val="003010C5"/>
    <w:rsid w:val="00301C51"/>
    <w:rsid w:val="00302647"/>
    <w:rsid w:val="0030329E"/>
    <w:rsid w:val="00306D9C"/>
    <w:rsid w:val="00310851"/>
    <w:rsid w:val="00310990"/>
    <w:rsid w:val="00310BF4"/>
    <w:rsid w:val="0031173B"/>
    <w:rsid w:val="00312FAA"/>
    <w:rsid w:val="003134C3"/>
    <w:rsid w:val="00317D4A"/>
    <w:rsid w:val="003243DA"/>
    <w:rsid w:val="00326708"/>
    <w:rsid w:val="003269B6"/>
    <w:rsid w:val="00327B60"/>
    <w:rsid w:val="0033233D"/>
    <w:rsid w:val="0033243A"/>
    <w:rsid w:val="00332BB7"/>
    <w:rsid w:val="003330DE"/>
    <w:rsid w:val="003407FB"/>
    <w:rsid w:val="00341180"/>
    <w:rsid w:val="00344DAD"/>
    <w:rsid w:val="0034603B"/>
    <w:rsid w:val="00346865"/>
    <w:rsid w:val="00350DE4"/>
    <w:rsid w:val="00355E30"/>
    <w:rsid w:val="0036522A"/>
    <w:rsid w:val="00365C4E"/>
    <w:rsid w:val="00380690"/>
    <w:rsid w:val="003820D7"/>
    <w:rsid w:val="00386922"/>
    <w:rsid w:val="00387479"/>
    <w:rsid w:val="003900AD"/>
    <w:rsid w:val="003928D1"/>
    <w:rsid w:val="00393123"/>
    <w:rsid w:val="00396E10"/>
    <w:rsid w:val="00397D68"/>
    <w:rsid w:val="003A0B19"/>
    <w:rsid w:val="003A1816"/>
    <w:rsid w:val="003A2094"/>
    <w:rsid w:val="003A377F"/>
    <w:rsid w:val="003A4BF2"/>
    <w:rsid w:val="003A7040"/>
    <w:rsid w:val="003B1250"/>
    <w:rsid w:val="003B5089"/>
    <w:rsid w:val="003B7C4A"/>
    <w:rsid w:val="003E0641"/>
    <w:rsid w:val="003E11B5"/>
    <w:rsid w:val="003F2F09"/>
    <w:rsid w:val="003F4BE9"/>
    <w:rsid w:val="003F5611"/>
    <w:rsid w:val="0040693A"/>
    <w:rsid w:val="0040737F"/>
    <w:rsid w:val="0041377F"/>
    <w:rsid w:val="004137EF"/>
    <w:rsid w:val="00413C00"/>
    <w:rsid w:val="00431816"/>
    <w:rsid w:val="004322EB"/>
    <w:rsid w:val="004343C0"/>
    <w:rsid w:val="00440516"/>
    <w:rsid w:val="004407E5"/>
    <w:rsid w:val="00441AA6"/>
    <w:rsid w:val="00451B57"/>
    <w:rsid w:val="00452CE5"/>
    <w:rsid w:val="004535AA"/>
    <w:rsid w:val="00453ECF"/>
    <w:rsid w:val="00463551"/>
    <w:rsid w:val="00474107"/>
    <w:rsid w:val="00476C91"/>
    <w:rsid w:val="004858A0"/>
    <w:rsid w:val="00486558"/>
    <w:rsid w:val="004868E6"/>
    <w:rsid w:val="00486AF2"/>
    <w:rsid w:val="004874CB"/>
    <w:rsid w:val="004919B5"/>
    <w:rsid w:val="00492A40"/>
    <w:rsid w:val="00493ADD"/>
    <w:rsid w:val="0049552D"/>
    <w:rsid w:val="004965B3"/>
    <w:rsid w:val="0049723A"/>
    <w:rsid w:val="004A0B0A"/>
    <w:rsid w:val="004A2039"/>
    <w:rsid w:val="004A32F2"/>
    <w:rsid w:val="004A4F15"/>
    <w:rsid w:val="004B148E"/>
    <w:rsid w:val="004B36B2"/>
    <w:rsid w:val="004B61E0"/>
    <w:rsid w:val="004B6565"/>
    <w:rsid w:val="004C1F49"/>
    <w:rsid w:val="004C38F7"/>
    <w:rsid w:val="004C3C77"/>
    <w:rsid w:val="004D1189"/>
    <w:rsid w:val="004D17D3"/>
    <w:rsid w:val="004E1EA7"/>
    <w:rsid w:val="004E5589"/>
    <w:rsid w:val="004E7E67"/>
    <w:rsid w:val="004F20E7"/>
    <w:rsid w:val="004F3D3A"/>
    <w:rsid w:val="00502482"/>
    <w:rsid w:val="0050258B"/>
    <w:rsid w:val="00502926"/>
    <w:rsid w:val="0050735C"/>
    <w:rsid w:val="0051440C"/>
    <w:rsid w:val="00520B77"/>
    <w:rsid w:val="00523272"/>
    <w:rsid w:val="005333E5"/>
    <w:rsid w:val="00536D97"/>
    <w:rsid w:val="005422F6"/>
    <w:rsid w:val="00551319"/>
    <w:rsid w:val="00555573"/>
    <w:rsid w:val="0055694D"/>
    <w:rsid w:val="00560A48"/>
    <w:rsid w:val="00561F55"/>
    <w:rsid w:val="005624D1"/>
    <w:rsid w:val="00562AAE"/>
    <w:rsid w:val="00574341"/>
    <w:rsid w:val="005763B6"/>
    <w:rsid w:val="00582A4C"/>
    <w:rsid w:val="00583938"/>
    <w:rsid w:val="00594667"/>
    <w:rsid w:val="0059528C"/>
    <w:rsid w:val="005A0095"/>
    <w:rsid w:val="005A1C3E"/>
    <w:rsid w:val="005A2775"/>
    <w:rsid w:val="005B0CAE"/>
    <w:rsid w:val="005B185B"/>
    <w:rsid w:val="005C03AB"/>
    <w:rsid w:val="005C598E"/>
    <w:rsid w:val="005D3361"/>
    <w:rsid w:val="005D5339"/>
    <w:rsid w:val="005E27A6"/>
    <w:rsid w:val="005E64F8"/>
    <w:rsid w:val="005F67C0"/>
    <w:rsid w:val="005F698D"/>
    <w:rsid w:val="0060106D"/>
    <w:rsid w:val="00601B7D"/>
    <w:rsid w:val="00602288"/>
    <w:rsid w:val="006023DC"/>
    <w:rsid w:val="00605554"/>
    <w:rsid w:val="00615682"/>
    <w:rsid w:val="00620199"/>
    <w:rsid w:val="006231C1"/>
    <w:rsid w:val="0062414A"/>
    <w:rsid w:val="00625E40"/>
    <w:rsid w:val="0063068E"/>
    <w:rsid w:val="00631E21"/>
    <w:rsid w:val="00633B42"/>
    <w:rsid w:val="006347B2"/>
    <w:rsid w:val="00635290"/>
    <w:rsid w:val="00642BEF"/>
    <w:rsid w:val="00644281"/>
    <w:rsid w:val="00647005"/>
    <w:rsid w:val="0064735E"/>
    <w:rsid w:val="006479D2"/>
    <w:rsid w:val="0065324C"/>
    <w:rsid w:val="006549FA"/>
    <w:rsid w:val="00657D7E"/>
    <w:rsid w:val="00661A2F"/>
    <w:rsid w:val="00662433"/>
    <w:rsid w:val="006735B7"/>
    <w:rsid w:val="00674EBE"/>
    <w:rsid w:val="00675331"/>
    <w:rsid w:val="00675527"/>
    <w:rsid w:val="006835E4"/>
    <w:rsid w:val="006866AB"/>
    <w:rsid w:val="00692A10"/>
    <w:rsid w:val="006934EA"/>
    <w:rsid w:val="006A137D"/>
    <w:rsid w:val="006A7230"/>
    <w:rsid w:val="006B1239"/>
    <w:rsid w:val="006B2690"/>
    <w:rsid w:val="006B6F50"/>
    <w:rsid w:val="006C0431"/>
    <w:rsid w:val="006C0AF9"/>
    <w:rsid w:val="006C225A"/>
    <w:rsid w:val="006C5404"/>
    <w:rsid w:val="006D1329"/>
    <w:rsid w:val="006D1A6C"/>
    <w:rsid w:val="006D6BA8"/>
    <w:rsid w:val="006D7272"/>
    <w:rsid w:val="006E2871"/>
    <w:rsid w:val="006E3D19"/>
    <w:rsid w:val="006F16F9"/>
    <w:rsid w:val="006F3A01"/>
    <w:rsid w:val="006F3CBD"/>
    <w:rsid w:val="006F5048"/>
    <w:rsid w:val="006F73D5"/>
    <w:rsid w:val="00701E55"/>
    <w:rsid w:val="0070284E"/>
    <w:rsid w:val="0070738A"/>
    <w:rsid w:val="00710AF7"/>
    <w:rsid w:val="00710F6C"/>
    <w:rsid w:val="00722024"/>
    <w:rsid w:val="007232DE"/>
    <w:rsid w:val="007241A1"/>
    <w:rsid w:val="00730215"/>
    <w:rsid w:val="00731F9C"/>
    <w:rsid w:val="007367AF"/>
    <w:rsid w:val="00737BEF"/>
    <w:rsid w:val="00740065"/>
    <w:rsid w:val="0074009F"/>
    <w:rsid w:val="00740A2D"/>
    <w:rsid w:val="007410D2"/>
    <w:rsid w:val="007426E1"/>
    <w:rsid w:val="007430EC"/>
    <w:rsid w:val="00747B1F"/>
    <w:rsid w:val="00751E11"/>
    <w:rsid w:val="0075226C"/>
    <w:rsid w:val="00760235"/>
    <w:rsid w:val="00764549"/>
    <w:rsid w:val="00766007"/>
    <w:rsid w:val="00781F08"/>
    <w:rsid w:val="00784AF3"/>
    <w:rsid w:val="007910D4"/>
    <w:rsid w:val="00793F56"/>
    <w:rsid w:val="007A4AC8"/>
    <w:rsid w:val="007A4B94"/>
    <w:rsid w:val="007A6F77"/>
    <w:rsid w:val="007A6F82"/>
    <w:rsid w:val="007B5D2B"/>
    <w:rsid w:val="007B728E"/>
    <w:rsid w:val="007C02E9"/>
    <w:rsid w:val="007C2707"/>
    <w:rsid w:val="007C693D"/>
    <w:rsid w:val="007C6D6D"/>
    <w:rsid w:val="007D6FD0"/>
    <w:rsid w:val="007D78AA"/>
    <w:rsid w:val="007E0AF8"/>
    <w:rsid w:val="007E0BA2"/>
    <w:rsid w:val="007E1C7D"/>
    <w:rsid w:val="007E34CB"/>
    <w:rsid w:val="007E4E27"/>
    <w:rsid w:val="007E59D5"/>
    <w:rsid w:val="007E6E71"/>
    <w:rsid w:val="007F2AC4"/>
    <w:rsid w:val="007F2AFF"/>
    <w:rsid w:val="007F34D2"/>
    <w:rsid w:val="007F3A83"/>
    <w:rsid w:val="007F6E70"/>
    <w:rsid w:val="008007E0"/>
    <w:rsid w:val="00800ECB"/>
    <w:rsid w:val="00805D13"/>
    <w:rsid w:val="0080769B"/>
    <w:rsid w:val="0081065E"/>
    <w:rsid w:val="00814A4A"/>
    <w:rsid w:val="008241D8"/>
    <w:rsid w:val="0083368F"/>
    <w:rsid w:val="00834114"/>
    <w:rsid w:val="0083498F"/>
    <w:rsid w:val="0084092C"/>
    <w:rsid w:val="008418D5"/>
    <w:rsid w:val="00841C3D"/>
    <w:rsid w:val="00843938"/>
    <w:rsid w:val="00851517"/>
    <w:rsid w:val="008525B5"/>
    <w:rsid w:val="00855E4F"/>
    <w:rsid w:val="0086514C"/>
    <w:rsid w:val="008667E5"/>
    <w:rsid w:val="008720A5"/>
    <w:rsid w:val="0087280B"/>
    <w:rsid w:val="00872EB7"/>
    <w:rsid w:val="008730B4"/>
    <w:rsid w:val="008837EB"/>
    <w:rsid w:val="0088551C"/>
    <w:rsid w:val="00890A6C"/>
    <w:rsid w:val="00891E0B"/>
    <w:rsid w:val="00892BD7"/>
    <w:rsid w:val="00893591"/>
    <w:rsid w:val="008A2421"/>
    <w:rsid w:val="008A2C9C"/>
    <w:rsid w:val="008A5BC6"/>
    <w:rsid w:val="008A60C8"/>
    <w:rsid w:val="008B3C86"/>
    <w:rsid w:val="008B4EF8"/>
    <w:rsid w:val="008B74BB"/>
    <w:rsid w:val="008B7691"/>
    <w:rsid w:val="008C2CEE"/>
    <w:rsid w:val="008C6DAE"/>
    <w:rsid w:val="008D2AC0"/>
    <w:rsid w:val="008D2ED1"/>
    <w:rsid w:val="008D5CAC"/>
    <w:rsid w:val="008E40F3"/>
    <w:rsid w:val="008E504A"/>
    <w:rsid w:val="008E6D36"/>
    <w:rsid w:val="008F6205"/>
    <w:rsid w:val="009101B3"/>
    <w:rsid w:val="00913555"/>
    <w:rsid w:val="0092048A"/>
    <w:rsid w:val="00922A8E"/>
    <w:rsid w:val="00942AF2"/>
    <w:rsid w:val="00942E82"/>
    <w:rsid w:val="0094312B"/>
    <w:rsid w:val="00954BAF"/>
    <w:rsid w:val="0096251A"/>
    <w:rsid w:val="00964865"/>
    <w:rsid w:val="009703D2"/>
    <w:rsid w:val="00971829"/>
    <w:rsid w:val="009743AB"/>
    <w:rsid w:val="00976E4A"/>
    <w:rsid w:val="00981150"/>
    <w:rsid w:val="00982074"/>
    <w:rsid w:val="009853DE"/>
    <w:rsid w:val="0098588E"/>
    <w:rsid w:val="00996360"/>
    <w:rsid w:val="009A5A1E"/>
    <w:rsid w:val="009A7DB2"/>
    <w:rsid w:val="009B28A5"/>
    <w:rsid w:val="009B6782"/>
    <w:rsid w:val="009B70AB"/>
    <w:rsid w:val="009B779D"/>
    <w:rsid w:val="009C0A33"/>
    <w:rsid w:val="009C1E50"/>
    <w:rsid w:val="009C1FAF"/>
    <w:rsid w:val="009C2965"/>
    <w:rsid w:val="009C656B"/>
    <w:rsid w:val="009D1F93"/>
    <w:rsid w:val="009D5F1F"/>
    <w:rsid w:val="009E1243"/>
    <w:rsid w:val="009E1ABE"/>
    <w:rsid w:val="009E42A4"/>
    <w:rsid w:val="009E7FC1"/>
    <w:rsid w:val="009F3B87"/>
    <w:rsid w:val="009F4989"/>
    <w:rsid w:val="00A03DA2"/>
    <w:rsid w:val="00A04255"/>
    <w:rsid w:val="00A11C45"/>
    <w:rsid w:val="00A12C1E"/>
    <w:rsid w:val="00A162BA"/>
    <w:rsid w:val="00A17568"/>
    <w:rsid w:val="00A17A31"/>
    <w:rsid w:val="00A21774"/>
    <w:rsid w:val="00A21AD1"/>
    <w:rsid w:val="00A24DBA"/>
    <w:rsid w:val="00A322A4"/>
    <w:rsid w:val="00A3329F"/>
    <w:rsid w:val="00A4042F"/>
    <w:rsid w:val="00A45F1E"/>
    <w:rsid w:val="00A46523"/>
    <w:rsid w:val="00A50DC6"/>
    <w:rsid w:val="00A520A2"/>
    <w:rsid w:val="00A544E6"/>
    <w:rsid w:val="00A61AC6"/>
    <w:rsid w:val="00A80891"/>
    <w:rsid w:val="00A8771C"/>
    <w:rsid w:val="00A932EB"/>
    <w:rsid w:val="00A956DA"/>
    <w:rsid w:val="00A95F20"/>
    <w:rsid w:val="00AA3AC0"/>
    <w:rsid w:val="00AA4243"/>
    <w:rsid w:val="00AA51EC"/>
    <w:rsid w:val="00AA6837"/>
    <w:rsid w:val="00AB4DA4"/>
    <w:rsid w:val="00AB6B56"/>
    <w:rsid w:val="00AC0D47"/>
    <w:rsid w:val="00AD0655"/>
    <w:rsid w:val="00AD2E0C"/>
    <w:rsid w:val="00AD518E"/>
    <w:rsid w:val="00AE040C"/>
    <w:rsid w:val="00AE0CA7"/>
    <w:rsid w:val="00AE33AA"/>
    <w:rsid w:val="00AF1BCC"/>
    <w:rsid w:val="00AF2D78"/>
    <w:rsid w:val="00AF64D3"/>
    <w:rsid w:val="00B016FB"/>
    <w:rsid w:val="00B02169"/>
    <w:rsid w:val="00B040EF"/>
    <w:rsid w:val="00B07180"/>
    <w:rsid w:val="00B1061A"/>
    <w:rsid w:val="00B1106D"/>
    <w:rsid w:val="00B221A8"/>
    <w:rsid w:val="00B239F8"/>
    <w:rsid w:val="00B24E95"/>
    <w:rsid w:val="00B26183"/>
    <w:rsid w:val="00B27DC6"/>
    <w:rsid w:val="00B3168A"/>
    <w:rsid w:val="00B36AEB"/>
    <w:rsid w:val="00B40D0B"/>
    <w:rsid w:val="00B417C8"/>
    <w:rsid w:val="00B421AA"/>
    <w:rsid w:val="00B463DD"/>
    <w:rsid w:val="00B52F84"/>
    <w:rsid w:val="00B53836"/>
    <w:rsid w:val="00B53C92"/>
    <w:rsid w:val="00B54DFC"/>
    <w:rsid w:val="00B5503D"/>
    <w:rsid w:val="00B5708C"/>
    <w:rsid w:val="00B61CEE"/>
    <w:rsid w:val="00B638AE"/>
    <w:rsid w:val="00B679E6"/>
    <w:rsid w:val="00B702B3"/>
    <w:rsid w:val="00B71D3A"/>
    <w:rsid w:val="00B71FCF"/>
    <w:rsid w:val="00B73495"/>
    <w:rsid w:val="00B74EBA"/>
    <w:rsid w:val="00B75302"/>
    <w:rsid w:val="00B85389"/>
    <w:rsid w:val="00B871F2"/>
    <w:rsid w:val="00BA40D2"/>
    <w:rsid w:val="00BB062B"/>
    <w:rsid w:val="00BB538F"/>
    <w:rsid w:val="00BC3F77"/>
    <w:rsid w:val="00BD0DF7"/>
    <w:rsid w:val="00BD0E59"/>
    <w:rsid w:val="00BD1682"/>
    <w:rsid w:val="00BD4485"/>
    <w:rsid w:val="00BD7CFF"/>
    <w:rsid w:val="00BE023F"/>
    <w:rsid w:val="00BE10AB"/>
    <w:rsid w:val="00BE3CA5"/>
    <w:rsid w:val="00BE4439"/>
    <w:rsid w:val="00BE5AEB"/>
    <w:rsid w:val="00BF0983"/>
    <w:rsid w:val="00BF4A95"/>
    <w:rsid w:val="00BF5A49"/>
    <w:rsid w:val="00C004C9"/>
    <w:rsid w:val="00C03C82"/>
    <w:rsid w:val="00C13910"/>
    <w:rsid w:val="00C1421A"/>
    <w:rsid w:val="00C159B1"/>
    <w:rsid w:val="00C15CAB"/>
    <w:rsid w:val="00C15E36"/>
    <w:rsid w:val="00C2253B"/>
    <w:rsid w:val="00C22AD4"/>
    <w:rsid w:val="00C23F24"/>
    <w:rsid w:val="00C30A9D"/>
    <w:rsid w:val="00C33373"/>
    <w:rsid w:val="00C3507C"/>
    <w:rsid w:val="00C41748"/>
    <w:rsid w:val="00C454E0"/>
    <w:rsid w:val="00C5253E"/>
    <w:rsid w:val="00C5440B"/>
    <w:rsid w:val="00C54BED"/>
    <w:rsid w:val="00C55497"/>
    <w:rsid w:val="00C64F76"/>
    <w:rsid w:val="00C65A52"/>
    <w:rsid w:val="00C6728B"/>
    <w:rsid w:val="00C7543E"/>
    <w:rsid w:val="00C77F8E"/>
    <w:rsid w:val="00C81CAC"/>
    <w:rsid w:val="00C8202B"/>
    <w:rsid w:val="00C85125"/>
    <w:rsid w:val="00C9193F"/>
    <w:rsid w:val="00C934EA"/>
    <w:rsid w:val="00C96149"/>
    <w:rsid w:val="00C96221"/>
    <w:rsid w:val="00CA1A08"/>
    <w:rsid w:val="00CA5402"/>
    <w:rsid w:val="00CA64CD"/>
    <w:rsid w:val="00CA6884"/>
    <w:rsid w:val="00CB1E8D"/>
    <w:rsid w:val="00CB407F"/>
    <w:rsid w:val="00CB7155"/>
    <w:rsid w:val="00CC13BD"/>
    <w:rsid w:val="00CC1659"/>
    <w:rsid w:val="00CC19E5"/>
    <w:rsid w:val="00CC57F4"/>
    <w:rsid w:val="00CC5810"/>
    <w:rsid w:val="00CD1E58"/>
    <w:rsid w:val="00CE43F0"/>
    <w:rsid w:val="00CE5688"/>
    <w:rsid w:val="00CE6145"/>
    <w:rsid w:val="00CE635F"/>
    <w:rsid w:val="00CF09F2"/>
    <w:rsid w:val="00D037F7"/>
    <w:rsid w:val="00D048ED"/>
    <w:rsid w:val="00D061B5"/>
    <w:rsid w:val="00D17847"/>
    <w:rsid w:val="00D17CEE"/>
    <w:rsid w:val="00D2156D"/>
    <w:rsid w:val="00D24639"/>
    <w:rsid w:val="00D252FF"/>
    <w:rsid w:val="00D27788"/>
    <w:rsid w:val="00D31E61"/>
    <w:rsid w:val="00D34E81"/>
    <w:rsid w:val="00D36720"/>
    <w:rsid w:val="00D37D9D"/>
    <w:rsid w:val="00D40D18"/>
    <w:rsid w:val="00D44B5C"/>
    <w:rsid w:val="00D46E68"/>
    <w:rsid w:val="00D52971"/>
    <w:rsid w:val="00D56127"/>
    <w:rsid w:val="00D56954"/>
    <w:rsid w:val="00D60725"/>
    <w:rsid w:val="00D62974"/>
    <w:rsid w:val="00D63671"/>
    <w:rsid w:val="00D7007D"/>
    <w:rsid w:val="00D7308C"/>
    <w:rsid w:val="00D80D19"/>
    <w:rsid w:val="00D830DB"/>
    <w:rsid w:val="00D8526E"/>
    <w:rsid w:val="00D87D50"/>
    <w:rsid w:val="00DA4FE7"/>
    <w:rsid w:val="00DA7585"/>
    <w:rsid w:val="00DB0EF2"/>
    <w:rsid w:val="00DB1CC7"/>
    <w:rsid w:val="00DB2459"/>
    <w:rsid w:val="00DB4913"/>
    <w:rsid w:val="00DB5C84"/>
    <w:rsid w:val="00DD45FF"/>
    <w:rsid w:val="00DD7A53"/>
    <w:rsid w:val="00DE009A"/>
    <w:rsid w:val="00DF28B9"/>
    <w:rsid w:val="00DF3F2F"/>
    <w:rsid w:val="00DF7F94"/>
    <w:rsid w:val="00E03F2D"/>
    <w:rsid w:val="00E07843"/>
    <w:rsid w:val="00E116C2"/>
    <w:rsid w:val="00E20C6A"/>
    <w:rsid w:val="00E2247E"/>
    <w:rsid w:val="00E33409"/>
    <w:rsid w:val="00E36C56"/>
    <w:rsid w:val="00E37158"/>
    <w:rsid w:val="00E40274"/>
    <w:rsid w:val="00E40F06"/>
    <w:rsid w:val="00E44B62"/>
    <w:rsid w:val="00E45FDA"/>
    <w:rsid w:val="00E53861"/>
    <w:rsid w:val="00E57D00"/>
    <w:rsid w:val="00E61A3E"/>
    <w:rsid w:val="00E6375B"/>
    <w:rsid w:val="00E67314"/>
    <w:rsid w:val="00E740C8"/>
    <w:rsid w:val="00E76DCE"/>
    <w:rsid w:val="00E80CF0"/>
    <w:rsid w:val="00E81F0B"/>
    <w:rsid w:val="00E83409"/>
    <w:rsid w:val="00E96733"/>
    <w:rsid w:val="00EA02AA"/>
    <w:rsid w:val="00EA12B7"/>
    <w:rsid w:val="00EA376C"/>
    <w:rsid w:val="00EB10C6"/>
    <w:rsid w:val="00EB1D9F"/>
    <w:rsid w:val="00EB4F2A"/>
    <w:rsid w:val="00EB56A4"/>
    <w:rsid w:val="00EB6163"/>
    <w:rsid w:val="00EC1B7C"/>
    <w:rsid w:val="00EC1BF0"/>
    <w:rsid w:val="00EC1E86"/>
    <w:rsid w:val="00EC6AC5"/>
    <w:rsid w:val="00ED4722"/>
    <w:rsid w:val="00ED77E4"/>
    <w:rsid w:val="00EE1A5E"/>
    <w:rsid w:val="00EE7501"/>
    <w:rsid w:val="00EF557C"/>
    <w:rsid w:val="00F0334E"/>
    <w:rsid w:val="00F07E84"/>
    <w:rsid w:val="00F203C4"/>
    <w:rsid w:val="00F23775"/>
    <w:rsid w:val="00F32E35"/>
    <w:rsid w:val="00F33073"/>
    <w:rsid w:val="00F335E8"/>
    <w:rsid w:val="00F3488F"/>
    <w:rsid w:val="00F34D6D"/>
    <w:rsid w:val="00F35966"/>
    <w:rsid w:val="00F4239C"/>
    <w:rsid w:val="00F54E81"/>
    <w:rsid w:val="00F640AF"/>
    <w:rsid w:val="00F67851"/>
    <w:rsid w:val="00F70367"/>
    <w:rsid w:val="00F71EEE"/>
    <w:rsid w:val="00F74BD1"/>
    <w:rsid w:val="00F74DDB"/>
    <w:rsid w:val="00F757D6"/>
    <w:rsid w:val="00F77702"/>
    <w:rsid w:val="00F842C7"/>
    <w:rsid w:val="00F861BA"/>
    <w:rsid w:val="00F862BF"/>
    <w:rsid w:val="00F8722A"/>
    <w:rsid w:val="00F93F8B"/>
    <w:rsid w:val="00F950D2"/>
    <w:rsid w:val="00FA79D0"/>
    <w:rsid w:val="00FB01F2"/>
    <w:rsid w:val="00FB3121"/>
    <w:rsid w:val="00FB55C3"/>
    <w:rsid w:val="00FB7768"/>
    <w:rsid w:val="00FC0A89"/>
    <w:rsid w:val="00FC0E30"/>
    <w:rsid w:val="00FC0EB6"/>
    <w:rsid w:val="00FC2319"/>
    <w:rsid w:val="00FC7414"/>
    <w:rsid w:val="00FD3A86"/>
    <w:rsid w:val="00FD46BE"/>
    <w:rsid w:val="00FD475F"/>
    <w:rsid w:val="00FD6635"/>
    <w:rsid w:val="00FE62B2"/>
    <w:rsid w:val="00FF0C99"/>
    <w:rsid w:val="00FF0F0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5B54"/>
  </w:style>
  <w:style w:type="paragraph" w:styleId="1">
    <w:name w:val="heading 1"/>
    <w:basedOn w:val="a"/>
    <w:next w:val="a"/>
    <w:link w:val="1Char"/>
    <w:qFormat/>
    <w:rsid w:val="00EE1A5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Char"/>
    <w:unhideWhenUsed/>
    <w:qFormat/>
    <w:rsid w:val="000929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Char"/>
    <w:unhideWhenUsed/>
    <w:qFormat/>
    <w:rsid w:val="00EE1A5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Char"/>
    <w:qFormat/>
    <w:rsid w:val="00EE1A5E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sz w:val="24"/>
    </w:rPr>
  </w:style>
  <w:style w:type="paragraph" w:styleId="5">
    <w:name w:val="heading 5"/>
    <w:basedOn w:val="a"/>
    <w:next w:val="a"/>
    <w:link w:val="5Char"/>
    <w:qFormat/>
    <w:rsid w:val="00EC1B7C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Char"/>
    <w:unhideWhenUsed/>
    <w:qFormat/>
    <w:rsid w:val="00EE1A5E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EE1A5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autoSpaceDN w:val="0"/>
      <w:adjustRightInd w:val="0"/>
      <w:ind w:left="284" w:right="261"/>
      <w:jc w:val="center"/>
      <w:textAlignment w:val="baseline"/>
      <w:outlineLvl w:val="6"/>
    </w:pPr>
    <w:rPr>
      <w:b/>
      <w:sz w:val="28"/>
      <w:u w:val="single"/>
    </w:rPr>
  </w:style>
  <w:style w:type="paragraph" w:styleId="8">
    <w:name w:val="heading 8"/>
    <w:basedOn w:val="a"/>
    <w:next w:val="a"/>
    <w:link w:val="8Char"/>
    <w:uiPriority w:val="99"/>
    <w:qFormat/>
    <w:rsid w:val="005C598E"/>
    <w:pPr>
      <w:keepNext/>
      <w:keepLines/>
      <w:tabs>
        <w:tab w:val="num" w:pos="1440"/>
      </w:tabs>
      <w:suppressAutoHyphens/>
      <w:spacing w:before="200" w:line="276" w:lineRule="auto"/>
      <w:ind w:left="1440" w:hanging="1440"/>
      <w:outlineLvl w:val="7"/>
    </w:pPr>
    <w:rPr>
      <w:rFonts w:ascii="Cambria" w:hAnsi="Cambria"/>
      <w:color w:val="404040"/>
      <w:lang w:eastAsia="zh-CN"/>
    </w:rPr>
  </w:style>
  <w:style w:type="paragraph" w:styleId="9">
    <w:name w:val="heading 9"/>
    <w:basedOn w:val="a"/>
    <w:next w:val="a"/>
    <w:link w:val="9Char"/>
    <w:uiPriority w:val="99"/>
    <w:qFormat/>
    <w:rsid w:val="00EE1A5E"/>
    <w:pPr>
      <w:keepNext/>
      <w:spacing w:line="480" w:lineRule="auto"/>
      <w:ind w:left="1440" w:right="261" w:firstLine="720"/>
      <w:jc w:val="both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EE1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Char">
    <w:name w:val="Επικεφαλίδα 2 Char"/>
    <w:basedOn w:val="a0"/>
    <w:link w:val="2"/>
    <w:rsid w:val="000929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Char">
    <w:name w:val="Επικεφαλίδα 3 Char"/>
    <w:basedOn w:val="a0"/>
    <w:link w:val="3"/>
    <w:rsid w:val="00EE1A5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4Char">
    <w:name w:val="Επικεφαλίδα 4 Char"/>
    <w:basedOn w:val="a0"/>
    <w:link w:val="4"/>
    <w:rsid w:val="00EE1A5E"/>
    <w:rPr>
      <w:b/>
      <w:sz w:val="24"/>
    </w:rPr>
  </w:style>
  <w:style w:type="character" w:customStyle="1" w:styleId="5Char">
    <w:name w:val="Επικεφαλίδα 5 Char"/>
    <w:basedOn w:val="a0"/>
    <w:link w:val="5"/>
    <w:rsid w:val="00EC1B7C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EE1A5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7Char">
    <w:name w:val="Επικεφαλίδα 7 Char"/>
    <w:basedOn w:val="a0"/>
    <w:link w:val="7"/>
    <w:rsid w:val="00EE1A5E"/>
    <w:rPr>
      <w:b/>
      <w:sz w:val="28"/>
      <w:u w:val="single"/>
    </w:rPr>
  </w:style>
  <w:style w:type="character" w:customStyle="1" w:styleId="8Char">
    <w:name w:val="Επικεφαλίδα 8 Char"/>
    <w:basedOn w:val="a0"/>
    <w:link w:val="8"/>
    <w:uiPriority w:val="99"/>
    <w:rsid w:val="005C598E"/>
    <w:rPr>
      <w:rFonts w:ascii="Cambria" w:hAnsi="Cambria"/>
      <w:color w:val="404040"/>
      <w:lang w:eastAsia="zh-CN"/>
    </w:rPr>
  </w:style>
  <w:style w:type="character" w:customStyle="1" w:styleId="9Char">
    <w:name w:val="Επικεφαλίδα 9 Char"/>
    <w:basedOn w:val="a0"/>
    <w:link w:val="9"/>
    <w:uiPriority w:val="99"/>
    <w:rsid w:val="00EE1A5E"/>
    <w:rPr>
      <w:b/>
      <w:bCs/>
      <w:sz w:val="24"/>
      <w:szCs w:val="24"/>
    </w:rPr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30A9D"/>
    <w:rPr>
      <w:sz w:val="24"/>
      <w:szCs w:val="24"/>
    </w:rPr>
  </w:style>
  <w:style w:type="paragraph" w:styleId="a4">
    <w:name w:val="footer"/>
    <w:basedOn w:val="a"/>
    <w:link w:val="Char0"/>
    <w:uiPriority w:val="99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C30A9D"/>
    <w:rPr>
      <w:sz w:val="24"/>
      <w:szCs w:val="24"/>
    </w:rPr>
  </w:style>
  <w:style w:type="paragraph" w:styleId="a5">
    <w:name w:val="Balloon Text"/>
    <w:basedOn w:val="a"/>
    <w:link w:val="Char1"/>
    <w:uiPriority w:val="99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092C"/>
    <w:pPr>
      <w:ind w:left="720"/>
      <w:contextualSpacing/>
    </w:pPr>
  </w:style>
  <w:style w:type="character" w:styleId="-">
    <w:name w:val="Hyperlink"/>
    <w:basedOn w:val="a0"/>
    <w:uiPriority w:val="99"/>
    <w:rsid w:val="002A5B54"/>
    <w:rPr>
      <w:color w:val="0000FF"/>
      <w:u w:val="single"/>
    </w:rPr>
  </w:style>
  <w:style w:type="character" w:styleId="a8">
    <w:name w:val="Strong"/>
    <w:basedOn w:val="a0"/>
    <w:uiPriority w:val="22"/>
    <w:qFormat/>
    <w:rsid w:val="006C5404"/>
    <w:rPr>
      <w:b/>
      <w:bCs/>
    </w:rPr>
  </w:style>
  <w:style w:type="character" w:customStyle="1" w:styleId="a9">
    <w:name w:val="Σώμα κειμένου_"/>
    <w:basedOn w:val="a0"/>
    <w:link w:val="20"/>
    <w:rsid w:val="006C5404"/>
    <w:rPr>
      <w:rFonts w:ascii="Bookman Old Style" w:eastAsia="Bookman Old Style" w:hAnsi="Bookman Old Style" w:cs="Bookman Old Style"/>
      <w:i/>
      <w:iCs/>
      <w:spacing w:val="-1"/>
      <w:sz w:val="15"/>
      <w:szCs w:val="15"/>
      <w:shd w:val="clear" w:color="auto" w:fill="FFFFFF"/>
    </w:rPr>
  </w:style>
  <w:style w:type="paragraph" w:customStyle="1" w:styleId="20">
    <w:name w:val="Σώμα κειμένου2"/>
    <w:basedOn w:val="a"/>
    <w:link w:val="a9"/>
    <w:rsid w:val="006C5404"/>
    <w:pPr>
      <w:widowControl w:val="0"/>
      <w:shd w:val="clear" w:color="auto" w:fill="FFFFFF"/>
      <w:spacing w:before="300" w:after="420" w:line="211" w:lineRule="exact"/>
    </w:pPr>
    <w:rPr>
      <w:rFonts w:ascii="Bookman Old Style" w:eastAsia="Bookman Old Style" w:hAnsi="Bookman Old Style" w:cs="Bookman Old Style"/>
      <w:i/>
      <w:iCs/>
      <w:spacing w:val="-1"/>
      <w:sz w:val="15"/>
      <w:szCs w:val="15"/>
    </w:rPr>
  </w:style>
  <w:style w:type="paragraph" w:styleId="aa">
    <w:name w:val="Body Text Indent"/>
    <w:basedOn w:val="a"/>
    <w:link w:val="Char2"/>
    <w:rsid w:val="005B185B"/>
    <w:pPr>
      <w:ind w:left="-709"/>
      <w:jc w:val="center"/>
    </w:pPr>
    <w:rPr>
      <w:b/>
      <w:sz w:val="36"/>
    </w:rPr>
  </w:style>
  <w:style w:type="character" w:customStyle="1" w:styleId="Char2">
    <w:name w:val="Σώμα κείμενου με εσοχή Char"/>
    <w:basedOn w:val="a0"/>
    <w:link w:val="aa"/>
    <w:rsid w:val="005B185B"/>
    <w:rPr>
      <w:b/>
      <w:sz w:val="36"/>
    </w:rPr>
  </w:style>
  <w:style w:type="paragraph" w:styleId="ab">
    <w:name w:val="Body Text"/>
    <w:basedOn w:val="a"/>
    <w:link w:val="Char3"/>
    <w:rsid w:val="005B185B"/>
    <w:pPr>
      <w:jc w:val="both"/>
    </w:pPr>
    <w:rPr>
      <w:sz w:val="24"/>
    </w:rPr>
  </w:style>
  <w:style w:type="character" w:customStyle="1" w:styleId="Char3">
    <w:name w:val="Σώμα κειμένου Char"/>
    <w:basedOn w:val="a0"/>
    <w:link w:val="ab"/>
    <w:rsid w:val="005B185B"/>
    <w:rPr>
      <w:sz w:val="24"/>
    </w:rPr>
  </w:style>
  <w:style w:type="paragraph" w:customStyle="1" w:styleId="40">
    <w:name w:val="Σώμα κειμένου4"/>
    <w:basedOn w:val="a"/>
    <w:rsid w:val="00397D68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paragraph" w:styleId="ac">
    <w:name w:val="No Spacing"/>
    <w:qFormat/>
    <w:rsid w:val="00EE1A5E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0">
    <w:name w:val="A4"/>
    <w:rsid w:val="00EE1A5E"/>
    <w:rPr>
      <w:rFonts w:cs="AWGWYK+Verdana"/>
      <w:color w:val="000000"/>
      <w:sz w:val="22"/>
      <w:szCs w:val="22"/>
    </w:rPr>
  </w:style>
  <w:style w:type="character" w:customStyle="1" w:styleId="ad">
    <w:name w:val="Σώμα κειμένου + Έντονη γραφή"/>
    <w:basedOn w:val="a9"/>
    <w:rsid w:val="00EE1A5E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lang w:val="el-GR"/>
    </w:rPr>
  </w:style>
  <w:style w:type="character" w:customStyle="1" w:styleId="30">
    <w:name w:val="Σώμα κειμένου (3)_"/>
    <w:basedOn w:val="a0"/>
    <w:link w:val="31"/>
    <w:rsid w:val="00EE1A5E"/>
    <w:rPr>
      <w:rFonts w:ascii="Verdana" w:eastAsia="Verdana" w:hAnsi="Verdana" w:cs="Verdana"/>
      <w:b/>
      <w:bCs/>
      <w:i/>
      <w:iCs/>
      <w:spacing w:val="20"/>
      <w:sz w:val="19"/>
      <w:szCs w:val="19"/>
      <w:shd w:val="clear" w:color="auto" w:fill="FFFFFF"/>
    </w:rPr>
  </w:style>
  <w:style w:type="paragraph" w:customStyle="1" w:styleId="31">
    <w:name w:val="Σώμα κειμένου (3)"/>
    <w:basedOn w:val="a"/>
    <w:link w:val="30"/>
    <w:rsid w:val="00EE1A5E"/>
    <w:pPr>
      <w:widowControl w:val="0"/>
      <w:shd w:val="clear" w:color="auto" w:fill="FFFFFF"/>
      <w:spacing w:after="60" w:line="0" w:lineRule="atLeast"/>
      <w:jc w:val="both"/>
    </w:pPr>
    <w:rPr>
      <w:rFonts w:ascii="Verdana" w:eastAsia="Verdana" w:hAnsi="Verdana" w:cs="Verdana"/>
      <w:b/>
      <w:bCs/>
      <w:i/>
      <w:iCs/>
      <w:spacing w:val="20"/>
      <w:sz w:val="19"/>
      <w:szCs w:val="19"/>
    </w:rPr>
  </w:style>
  <w:style w:type="character" w:customStyle="1" w:styleId="21">
    <w:name w:val="Επικεφαλίδα #2"/>
    <w:basedOn w:val="a0"/>
    <w:rsid w:val="000929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/>
    </w:rPr>
  </w:style>
  <w:style w:type="paragraph" w:styleId="Web">
    <w:name w:val="Normal (Web)"/>
    <w:basedOn w:val="a"/>
    <w:uiPriority w:val="99"/>
    <w:rsid w:val="005C598E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10">
    <w:name w:val="Χωρίς διάστιχο1"/>
    <w:rsid w:val="005C598E"/>
    <w:pPr>
      <w:suppressAutoHyphens/>
    </w:pPr>
    <w:rPr>
      <w:rFonts w:ascii="Calibri" w:hAnsi="Calibri" w:cs="Calibri"/>
      <w:kern w:val="1"/>
      <w:sz w:val="22"/>
      <w:szCs w:val="22"/>
      <w:lang w:val="en-US" w:eastAsia="zh-CN"/>
    </w:rPr>
  </w:style>
  <w:style w:type="paragraph" w:customStyle="1" w:styleId="-1">
    <w:name w:val="Κείμενο - 1"/>
    <w:rsid w:val="005C598E"/>
    <w:pPr>
      <w:keepLines/>
      <w:tabs>
        <w:tab w:val="left" w:pos="1482"/>
        <w:tab w:val="left" w:pos="1995"/>
        <w:tab w:val="left" w:pos="2551"/>
        <w:tab w:val="left" w:pos="3402"/>
        <w:tab w:val="left" w:pos="4252"/>
      </w:tabs>
      <w:suppressAutoHyphens/>
      <w:spacing w:line="362" w:lineRule="atLeast"/>
      <w:ind w:left="1474" w:hanging="340"/>
      <w:jc w:val="both"/>
      <w:textAlignment w:val="baseline"/>
    </w:pPr>
    <w:rPr>
      <w:rFonts w:ascii="HellasArial" w:hAnsi="HellasArial" w:cs="HellasArial"/>
      <w:color w:val="000000"/>
      <w:kern w:val="1"/>
      <w:sz w:val="24"/>
      <w:lang w:eastAsia="zh-CN"/>
    </w:rPr>
  </w:style>
  <w:style w:type="paragraph" w:customStyle="1" w:styleId="11">
    <w:name w:val="Βασικό1"/>
    <w:rsid w:val="005C598E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Default">
    <w:name w:val="Default"/>
    <w:rsid w:val="005C598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210">
    <w:name w:val="Σώμα κείμενου με εσοχή 21"/>
    <w:basedOn w:val="a"/>
    <w:rsid w:val="00EC1B7C"/>
    <w:pPr>
      <w:tabs>
        <w:tab w:val="left" w:pos="1418"/>
      </w:tabs>
      <w:overflowPunct w:val="0"/>
      <w:autoSpaceDE w:val="0"/>
      <w:autoSpaceDN w:val="0"/>
      <w:adjustRightInd w:val="0"/>
      <w:ind w:left="1276" w:hanging="567"/>
      <w:jc w:val="both"/>
      <w:textAlignment w:val="baseline"/>
    </w:pPr>
    <w:rPr>
      <w:rFonts w:ascii="Comic Sans MS" w:hAnsi="Comic Sans MS"/>
      <w:sz w:val="24"/>
    </w:rPr>
  </w:style>
  <w:style w:type="character" w:styleId="ae">
    <w:name w:val="page number"/>
    <w:basedOn w:val="a0"/>
    <w:rsid w:val="00EC1B7C"/>
    <w:rPr>
      <w:rFonts w:cs="Times New Roman"/>
    </w:rPr>
  </w:style>
  <w:style w:type="character" w:styleId="af">
    <w:name w:val="footnote reference"/>
    <w:basedOn w:val="a0"/>
    <w:rsid w:val="00EC1B7C"/>
    <w:rPr>
      <w:rFonts w:cs="Times New Roman"/>
      <w:vertAlign w:val="superscript"/>
    </w:rPr>
  </w:style>
  <w:style w:type="paragraph" w:customStyle="1" w:styleId="BlockText1">
    <w:name w:val="Block Text1"/>
    <w:basedOn w:val="a"/>
    <w:rsid w:val="00EC1B7C"/>
    <w:pPr>
      <w:tabs>
        <w:tab w:val="left" w:pos="1701"/>
        <w:tab w:val="center" w:pos="5104"/>
        <w:tab w:val="left" w:pos="7547"/>
        <w:tab w:val="left" w:pos="8505"/>
      </w:tabs>
      <w:overflowPunct w:val="0"/>
      <w:autoSpaceDE w:val="0"/>
      <w:autoSpaceDN w:val="0"/>
      <w:adjustRightInd w:val="0"/>
      <w:spacing w:line="360" w:lineRule="auto"/>
      <w:ind w:left="284" w:right="261"/>
      <w:textAlignment w:val="baseline"/>
    </w:pPr>
    <w:rPr>
      <w:sz w:val="24"/>
    </w:rPr>
  </w:style>
  <w:style w:type="paragraph" w:customStyle="1" w:styleId="22">
    <w:name w:val="Σώμα κείμενου με εσοχή 22"/>
    <w:basedOn w:val="a"/>
    <w:uiPriority w:val="99"/>
    <w:rsid w:val="00EC1B7C"/>
    <w:pPr>
      <w:tabs>
        <w:tab w:val="left" w:pos="1418"/>
      </w:tabs>
      <w:overflowPunct w:val="0"/>
      <w:autoSpaceDE w:val="0"/>
      <w:autoSpaceDN w:val="0"/>
      <w:adjustRightInd w:val="0"/>
      <w:ind w:left="1276" w:hanging="567"/>
      <w:jc w:val="both"/>
      <w:textAlignment w:val="baseline"/>
    </w:pPr>
    <w:rPr>
      <w:rFonts w:ascii="Comic Sans MS" w:hAnsi="Comic Sans MS"/>
      <w:sz w:val="24"/>
    </w:rPr>
  </w:style>
  <w:style w:type="paragraph" w:customStyle="1" w:styleId="Char1CharChar">
    <w:name w:val="Char1 Char Char"/>
    <w:basedOn w:val="a"/>
    <w:rsid w:val="00EC1B7C"/>
    <w:pPr>
      <w:spacing w:after="160" w:line="240" w:lineRule="exact"/>
    </w:pPr>
    <w:rPr>
      <w:rFonts w:ascii="Verdana" w:hAnsi="Verdana"/>
      <w:lang w:val="en-US" w:eastAsia="en-US"/>
    </w:rPr>
  </w:style>
  <w:style w:type="table" w:customStyle="1" w:styleId="1-11">
    <w:name w:val="Μεσαία σκίαση 1 - ΄Εμφαση 11"/>
    <w:basedOn w:val="a1"/>
    <w:uiPriority w:val="63"/>
    <w:rsid w:val="00EC1B7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-3">
    <w:name w:val="Medium Grid 3 Accent 3"/>
    <w:basedOn w:val="a1"/>
    <w:uiPriority w:val="69"/>
    <w:rsid w:val="00EC1B7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customStyle="1" w:styleId="af0">
    <w:name w:val="Χαρακτήρες υποσημείωσης"/>
    <w:rsid w:val="00B71FCF"/>
  </w:style>
  <w:style w:type="character" w:customStyle="1" w:styleId="af1">
    <w:name w:val="Σύμβολο υποσημείωσης"/>
    <w:rsid w:val="00B71FCF"/>
    <w:rPr>
      <w:vertAlign w:val="superscript"/>
    </w:rPr>
  </w:style>
  <w:style w:type="character" w:customStyle="1" w:styleId="DeltaViewInsertion">
    <w:name w:val="DeltaView Insertion"/>
    <w:rsid w:val="00B71FCF"/>
    <w:rPr>
      <w:b/>
      <w:i/>
      <w:spacing w:val="0"/>
      <w:lang w:val="el-GR"/>
    </w:rPr>
  </w:style>
  <w:style w:type="character" w:customStyle="1" w:styleId="NormalBoldChar">
    <w:name w:val="NormalBold Char"/>
    <w:rsid w:val="00B71FCF"/>
    <w:rPr>
      <w:rFonts w:ascii="Times New Roman" w:eastAsia="Times New Roman" w:hAnsi="Times New Roman" w:cs="Times New Roman"/>
      <w:b/>
      <w:sz w:val="24"/>
      <w:lang w:val="el-GR"/>
    </w:rPr>
  </w:style>
  <w:style w:type="character" w:customStyle="1" w:styleId="af2">
    <w:name w:val="Χαρακτήρες σημείωσης τέλους"/>
    <w:rsid w:val="00B71FCF"/>
    <w:rPr>
      <w:vertAlign w:val="superscript"/>
    </w:rPr>
  </w:style>
  <w:style w:type="character" w:customStyle="1" w:styleId="12">
    <w:name w:val="Παραπομπή σημείωσης τέλους1"/>
    <w:rsid w:val="00B71FCF"/>
    <w:rPr>
      <w:vertAlign w:val="superscript"/>
    </w:rPr>
  </w:style>
  <w:style w:type="paragraph" w:customStyle="1" w:styleId="ChapterTitle">
    <w:name w:val="ChapterTitle"/>
    <w:basedOn w:val="a"/>
    <w:next w:val="a"/>
    <w:rsid w:val="00B71FCF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B71FCF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f3">
    <w:name w:val="endnote text"/>
    <w:basedOn w:val="a"/>
    <w:link w:val="Char4"/>
    <w:rsid w:val="00B71FCF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lang w:eastAsia="zh-CN"/>
    </w:rPr>
  </w:style>
  <w:style w:type="character" w:customStyle="1" w:styleId="Char4">
    <w:name w:val="Κείμενο σημείωσης τέλους Char"/>
    <w:basedOn w:val="a0"/>
    <w:link w:val="af3"/>
    <w:rsid w:val="00B71FCF"/>
    <w:rPr>
      <w:rFonts w:ascii="Calibri" w:hAnsi="Calibri" w:cs="Calibri"/>
      <w:kern w:val="1"/>
      <w:lang w:eastAsia="zh-CN"/>
    </w:rPr>
  </w:style>
  <w:style w:type="table" w:styleId="Web1">
    <w:name w:val="Table Web 1"/>
    <w:basedOn w:val="a1"/>
    <w:rsid w:val="002B787A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1"/>
    <w:rsid w:val="002B787A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">
    <w:name w:val="Ανοιχτόχρωμη σκίαση1"/>
    <w:basedOn w:val="a1"/>
    <w:uiPriority w:val="60"/>
    <w:rsid w:val="002B787A"/>
    <w:rPr>
      <w:rFonts w:ascii="Calibri" w:eastAsia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2">
    <w:name w:val="Light Shading Accent 2"/>
    <w:basedOn w:val="a1"/>
    <w:uiPriority w:val="60"/>
    <w:rsid w:val="002B787A"/>
    <w:rPr>
      <w:rFonts w:ascii="Calibri" w:eastAsia="Calibri" w:hAnsi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11">
    <w:name w:val="Ανοιχτόχρωμη λίστα - ΄Εμφαση 11"/>
    <w:basedOn w:val="a1"/>
    <w:uiPriority w:val="61"/>
    <w:rsid w:val="002B787A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10">
    <w:name w:val="Μεσαία λίστα 11"/>
    <w:basedOn w:val="a1"/>
    <w:uiPriority w:val="65"/>
    <w:rsid w:val="002B787A"/>
    <w:rPr>
      <w:rFonts w:ascii="Calibri" w:eastAsia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paragraph" w:customStyle="1" w:styleId="Char1CharChar1">
    <w:name w:val="Char1 Char Char1"/>
    <w:basedOn w:val="a"/>
    <w:rsid w:val="002B787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ps">
    <w:name w:val="hps"/>
    <w:basedOn w:val="a0"/>
    <w:rsid w:val="002B787A"/>
  </w:style>
  <w:style w:type="paragraph" w:styleId="32">
    <w:name w:val="Body Text Indent 3"/>
    <w:basedOn w:val="a"/>
    <w:link w:val="3Char0"/>
    <w:unhideWhenUsed/>
    <w:rsid w:val="002B787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HellasTimes" w:hAnsi="HellasTimes"/>
      <w:sz w:val="16"/>
      <w:szCs w:val="16"/>
    </w:rPr>
  </w:style>
  <w:style w:type="character" w:customStyle="1" w:styleId="3Char0">
    <w:name w:val="Σώμα κείμενου με εσοχή 3 Char"/>
    <w:basedOn w:val="a0"/>
    <w:link w:val="32"/>
    <w:rsid w:val="002B787A"/>
    <w:rPr>
      <w:rFonts w:ascii="HellasTimes" w:hAnsi="HellasTimes"/>
      <w:sz w:val="16"/>
      <w:szCs w:val="16"/>
    </w:rPr>
  </w:style>
  <w:style w:type="paragraph" w:styleId="23">
    <w:name w:val="Body Text 2"/>
    <w:basedOn w:val="a"/>
    <w:link w:val="2Char0"/>
    <w:rsid w:val="002B787A"/>
    <w:pPr>
      <w:spacing w:line="480" w:lineRule="auto"/>
    </w:pPr>
    <w:rPr>
      <w:b/>
      <w:bCs/>
      <w:sz w:val="28"/>
      <w:szCs w:val="24"/>
      <w:u w:val="single"/>
      <w:lang w:eastAsia="en-US"/>
    </w:rPr>
  </w:style>
  <w:style w:type="character" w:customStyle="1" w:styleId="2Char0">
    <w:name w:val="Σώμα κείμενου 2 Char"/>
    <w:basedOn w:val="a0"/>
    <w:link w:val="23"/>
    <w:rsid w:val="002B787A"/>
    <w:rPr>
      <w:b/>
      <w:bCs/>
      <w:sz w:val="28"/>
      <w:szCs w:val="24"/>
      <w:u w:val="single"/>
      <w:lang w:eastAsia="en-US"/>
    </w:rPr>
  </w:style>
  <w:style w:type="paragraph" w:styleId="33">
    <w:name w:val="Body Text 3"/>
    <w:basedOn w:val="a"/>
    <w:link w:val="3Char1"/>
    <w:rsid w:val="002B787A"/>
    <w:pPr>
      <w:spacing w:line="360" w:lineRule="auto"/>
      <w:jc w:val="both"/>
    </w:pPr>
    <w:rPr>
      <w:rFonts w:ascii="Arial" w:hAnsi="Arial"/>
      <w:b/>
      <w:bCs/>
      <w:i/>
      <w:iCs/>
      <w:sz w:val="24"/>
      <w:szCs w:val="24"/>
      <w:lang w:eastAsia="en-US"/>
    </w:rPr>
  </w:style>
  <w:style w:type="character" w:customStyle="1" w:styleId="3Char1">
    <w:name w:val="Σώμα κείμενου 3 Char"/>
    <w:basedOn w:val="a0"/>
    <w:link w:val="33"/>
    <w:rsid w:val="002B787A"/>
    <w:rPr>
      <w:rFonts w:ascii="Arial" w:hAnsi="Arial"/>
      <w:b/>
      <w:bCs/>
      <w:i/>
      <w:iCs/>
      <w:sz w:val="24"/>
      <w:szCs w:val="24"/>
      <w:lang w:eastAsia="en-US"/>
    </w:rPr>
  </w:style>
  <w:style w:type="paragraph" w:styleId="24">
    <w:name w:val="Body Text Indent 2"/>
    <w:basedOn w:val="a"/>
    <w:link w:val="2Char1"/>
    <w:rsid w:val="002B787A"/>
    <w:pPr>
      <w:ind w:firstLine="720"/>
    </w:pPr>
    <w:rPr>
      <w:sz w:val="24"/>
      <w:szCs w:val="24"/>
      <w:lang w:eastAsia="en-US"/>
    </w:rPr>
  </w:style>
  <w:style w:type="character" w:customStyle="1" w:styleId="2Char1">
    <w:name w:val="Σώμα κείμενου με εσοχή 2 Char"/>
    <w:basedOn w:val="a0"/>
    <w:link w:val="24"/>
    <w:rsid w:val="002B787A"/>
    <w:rPr>
      <w:sz w:val="24"/>
      <w:szCs w:val="24"/>
      <w:lang w:eastAsia="en-US"/>
    </w:rPr>
  </w:style>
  <w:style w:type="character" w:styleId="af4">
    <w:name w:val="annotation reference"/>
    <w:rsid w:val="002B787A"/>
    <w:rPr>
      <w:sz w:val="16"/>
      <w:szCs w:val="16"/>
    </w:rPr>
  </w:style>
  <w:style w:type="paragraph" w:styleId="af5">
    <w:name w:val="annotation text"/>
    <w:basedOn w:val="a"/>
    <w:link w:val="Char5"/>
    <w:rsid w:val="002B787A"/>
    <w:rPr>
      <w:lang w:val="en-GB" w:eastAsia="en-US"/>
    </w:rPr>
  </w:style>
  <w:style w:type="character" w:customStyle="1" w:styleId="Char5">
    <w:name w:val="Κείμενο σχολίου Char"/>
    <w:basedOn w:val="a0"/>
    <w:link w:val="af5"/>
    <w:rsid w:val="002B787A"/>
    <w:rPr>
      <w:lang w:val="en-GB" w:eastAsia="en-US"/>
    </w:rPr>
  </w:style>
  <w:style w:type="paragraph" w:styleId="af6">
    <w:name w:val="annotation subject"/>
    <w:basedOn w:val="af5"/>
    <w:next w:val="af5"/>
    <w:link w:val="Char6"/>
    <w:rsid w:val="002B787A"/>
    <w:rPr>
      <w:b/>
      <w:bCs/>
    </w:rPr>
  </w:style>
  <w:style w:type="character" w:customStyle="1" w:styleId="Char6">
    <w:name w:val="Θέμα σχολίου Char"/>
    <w:basedOn w:val="Char5"/>
    <w:link w:val="af6"/>
    <w:rsid w:val="002B787A"/>
    <w:rPr>
      <w:b/>
      <w:bCs/>
    </w:rPr>
  </w:style>
  <w:style w:type="paragraph" w:customStyle="1" w:styleId="230">
    <w:name w:val="Σώμα κείμενου με εσοχή 23"/>
    <w:basedOn w:val="a"/>
    <w:rsid w:val="002B787A"/>
    <w:pPr>
      <w:tabs>
        <w:tab w:val="left" w:pos="1418"/>
      </w:tabs>
      <w:overflowPunct w:val="0"/>
      <w:autoSpaceDE w:val="0"/>
      <w:autoSpaceDN w:val="0"/>
      <w:adjustRightInd w:val="0"/>
      <w:ind w:left="1276" w:hanging="567"/>
      <w:jc w:val="both"/>
      <w:textAlignment w:val="baseline"/>
    </w:pPr>
    <w:rPr>
      <w:rFonts w:ascii="Comic Sans MS" w:hAnsi="Comic Sans MS"/>
      <w:sz w:val="24"/>
    </w:rPr>
  </w:style>
  <w:style w:type="table" w:styleId="14">
    <w:name w:val="Table List 1"/>
    <w:basedOn w:val="a1"/>
    <w:rsid w:val="002B787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shd w:val="clear" w:color="auto" w:fill="F2DBDB" w:themeFill="accent2" w:themeFillTint="33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shd w:val="clear" w:color="auto" w:fill="F2DBDB" w:themeFill="accent2" w:themeFillTint="33"/>
      </w:tcPr>
    </w:tblStylePr>
    <w:tblStylePr w:type="band1Horz">
      <w:rPr>
        <w:color w:val="auto"/>
      </w:rPr>
      <w:tblPr/>
      <w:tcPr>
        <w:shd w:val="clear" w:color="auto" w:fill="EAF1DD" w:themeFill="accent3" w:themeFillTint="33"/>
      </w:tcPr>
    </w:tblStylePr>
    <w:tblStylePr w:type="band2Horz">
      <w:rPr>
        <w:color w:val="auto"/>
      </w:rPr>
      <w:tblPr/>
      <w:tcPr>
        <w:shd w:val="clear" w:color="auto" w:fill="D6E3BC" w:themeFill="accent3" w:themeFillTint="66"/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octext2">
    <w:name w:val="doctext2"/>
    <w:basedOn w:val="a"/>
    <w:rsid w:val="002B787A"/>
    <w:pPr>
      <w:spacing w:before="100" w:beforeAutospacing="1" w:after="100" w:afterAutospacing="1"/>
    </w:pPr>
    <w:rPr>
      <w:sz w:val="24"/>
      <w:szCs w:val="24"/>
    </w:rPr>
  </w:style>
  <w:style w:type="paragraph" w:styleId="-HTML">
    <w:name w:val="HTML Preformatted"/>
    <w:basedOn w:val="a"/>
    <w:link w:val="-HTMLChar"/>
    <w:rsid w:val="002B78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rsid w:val="002B787A"/>
    <w:rPr>
      <w:rFonts w:ascii="Courier New" w:hAnsi="Courier New" w:cs="Courier New"/>
    </w:rPr>
  </w:style>
  <w:style w:type="paragraph" w:customStyle="1" w:styleId="Char7">
    <w:name w:val="Char"/>
    <w:basedOn w:val="a"/>
    <w:rsid w:val="002B787A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shorttext">
    <w:name w:val="short_text"/>
    <w:basedOn w:val="a0"/>
    <w:rsid w:val="002B787A"/>
  </w:style>
  <w:style w:type="paragraph" w:customStyle="1" w:styleId="15">
    <w:name w:val="Στυλ1"/>
    <w:basedOn w:val="a"/>
    <w:link w:val="1Char0"/>
    <w:qFormat/>
    <w:rsid w:val="002B787A"/>
    <w:pPr>
      <w:overflowPunct w:val="0"/>
      <w:autoSpaceDE w:val="0"/>
      <w:autoSpaceDN w:val="0"/>
      <w:adjustRightInd w:val="0"/>
      <w:spacing w:line="276" w:lineRule="auto"/>
      <w:jc w:val="both"/>
      <w:textAlignment w:val="baseline"/>
    </w:pPr>
    <w:rPr>
      <w:rFonts w:ascii="Cambria" w:hAnsi="Cambria"/>
      <w:sz w:val="24"/>
    </w:rPr>
  </w:style>
  <w:style w:type="character" w:customStyle="1" w:styleId="1Char0">
    <w:name w:val="Στυλ1 Char"/>
    <w:basedOn w:val="a0"/>
    <w:link w:val="15"/>
    <w:rsid w:val="002B787A"/>
    <w:rPr>
      <w:rFonts w:ascii="Cambria" w:hAnsi="Cambria"/>
      <w:sz w:val="24"/>
    </w:rPr>
  </w:style>
  <w:style w:type="table" w:styleId="2-3">
    <w:name w:val="Medium Shading 2 Accent 3"/>
    <w:basedOn w:val="a1"/>
    <w:uiPriority w:val="64"/>
    <w:rsid w:val="002B78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41">
    <w:name w:val="Σώμα κειμένου (4)_"/>
    <w:basedOn w:val="a0"/>
    <w:rsid w:val="002B787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5">
    <w:name w:val="Επικεφαλίδα #2_"/>
    <w:basedOn w:val="a0"/>
    <w:rsid w:val="002B787A"/>
    <w:rPr>
      <w:rFonts w:ascii="Arial" w:eastAsia="Arial" w:hAnsi="Arial" w:cs="Arial"/>
      <w:shd w:val="clear" w:color="auto" w:fill="FFFFFF"/>
    </w:rPr>
  </w:style>
  <w:style w:type="character" w:customStyle="1" w:styleId="50">
    <w:name w:val="Σώμα κειμένου (5)_"/>
    <w:basedOn w:val="a0"/>
    <w:link w:val="51"/>
    <w:rsid w:val="002B787A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4105">
    <w:name w:val="Σώμα κειμένου (4) + 10;5 στ.;Μικρά κεφαλαία"/>
    <w:basedOn w:val="41"/>
    <w:rsid w:val="002B787A"/>
    <w:rPr>
      <w:smallCaps/>
      <w:sz w:val="21"/>
      <w:szCs w:val="21"/>
      <w:u w:val="single"/>
    </w:rPr>
  </w:style>
  <w:style w:type="character" w:customStyle="1" w:styleId="42">
    <w:name w:val="Σώμα κειμένου (4)"/>
    <w:basedOn w:val="41"/>
    <w:rsid w:val="002B787A"/>
    <w:rPr>
      <w:u w:val="single"/>
    </w:rPr>
  </w:style>
  <w:style w:type="character" w:customStyle="1" w:styleId="115">
    <w:name w:val="Σώμα κειμένου + 11;5 στ.;Πλάγια γραφή"/>
    <w:basedOn w:val="a9"/>
    <w:rsid w:val="002B787A"/>
    <w:rPr>
      <w:rFonts w:ascii="Arial" w:eastAsia="Arial" w:hAnsi="Arial" w:cs="Arial"/>
      <w:sz w:val="23"/>
      <w:szCs w:val="23"/>
    </w:rPr>
  </w:style>
  <w:style w:type="character" w:customStyle="1" w:styleId="16">
    <w:name w:val="Σώμα κειμένου1"/>
    <w:basedOn w:val="a9"/>
    <w:rsid w:val="002B787A"/>
    <w:rPr>
      <w:rFonts w:ascii="Arial" w:eastAsia="Arial" w:hAnsi="Arial" w:cs="Arial"/>
      <w:u w:val="single"/>
    </w:rPr>
  </w:style>
  <w:style w:type="character" w:customStyle="1" w:styleId="220">
    <w:name w:val="Επικεφαλίδα #2 (2)_"/>
    <w:basedOn w:val="a0"/>
    <w:link w:val="221"/>
    <w:rsid w:val="002B787A"/>
    <w:rPr>
      <w:rFonts w:ascii="Arial" w:eastAsia="Arial" w:hAnsi="Arial" w:cs="Arial"/>
      <w:shd w:val="clear" w:color="auto" w:fill="FFFFFF"/>
      <w:lang w:val="en-US"/>
    </w:rPr>
  </w:style>
  <w:style w:type="paragraph" w:customStyle="1" w:styleId="51">
    <w:name w:val="Σώμα κειμένου (5)"/>
    <w:basedOn w:val="a"/>
    <w:link w:val="50"/>
    <w:rsid w:val="002B787A"/>
    <w:pPr>
      <w:shd w:val="clear" w:color="auto" w:fill="FFFFFF"/>
      <w:spacing w:before="240" w:line="0" w:lineRule="atLeast"/>
      <w:ind w:hanging="400"/>
      <w:jc w:val="both"/>
    </w:pPr>
    <w:rPr>
      <w:rFonts w:ascii="Arial" w:eastAsia="Arial" w:hAnsi="Arial" w:cs="Arial"/>
      <w:sz w:val="21"/>
      <w:szCs w:val="21"/>
    </w:rPr>
  </w:style>
  <w:style w:type="paragraph" w:customStyle="1" w:styleId="34">
    <w:name w:val="Σώμα κειμένου3"/>
    <w:basedOn w:val="a"/>
    <w:rsid w:val="002B787A"/>
    <w:pPr>
      <w:shd w:val="clear" w:color="auto" w:fill="FFFFFF"/>
      <w:spacing w:before="240" w:after="240" w:line="274" w:lineRule="exact"/>
      <w:ind w:hanging="70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221">
    <w:name w:val="Επικεφαλίδα #2 (2)"/>
    <w:basedOn w:val="a"/>
    <w:link w:val="220"/>
    <w:rsid w:val="002B787A"/>
    <w:pPr>
      <w:shd w:val="clear" w:color="auto" w:fill="FFFFFF"/>
      <w:spacing w:line="293" w:lineRule="exact"/>
      <w:ind w:hanging="320"/>
      <w:outlineLvl w:val="1"/>
    </w:pPr>
    <w:rPr>
      <w:rFonts w:ascii="Arial" w:eastAsia="Arial" w:hAnsi="Arial" w:cs="Arial"/>
      <w:lang w:val="en-US"/>
    </w:rPr>
  </w:style>
  <w:style w:type="table" w:customStyle="1" w:styleId="17">
    <w:name w:val="Ανοιχτόχρωμο πλέγμα1"/>
    <w:basedOn w:val="a1"/>
    <w:uiPriority w:val="62"/>
    <w:rsid w:val="002B78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7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EYAP\07%20&#916;&#921;&#913;&#914;&#921;&#914;&#913;&#931;&#932;&#921;&#922;&#913;%20&#916;&#931;\PROTYPO%20EPISTOLOXARTO%20DEYAP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24B1A-8F88-4DCD-AD02-2DD5661A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PROTYPO EPISTOLOXARTO DEYAP</Template>
  <TotalTime>3781</TotalTime>
  <Pages>11</Pages>
  <Words>1817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DP</Company>
  <LinksUpToDate>false</LinksUpToDate>
  <CharactersWithSpaces>11607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user021</dc:creator>
  <cp:lastModifiedBy>user039</cp:lastModifiedBy>
  <cp:revision>166</cp:revision>
  <cp:lastPrinted>2019-08-21T07:04:00Z</cp:lastPrinted>
  <dcterms:created xsi:type="dcterms:W3CDTF">2019-04-12T05:03:00Z</dcterms:created>
  <dcterms:modified xsi:type="dcterms:W3CDTF">2020-01-02T10:14:00Z</dcterms:modified>
</cp:coreProperties>
</file>